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D5091" w14:textId="6BEEBAD3" w:rsidR="001A39F4" w:rsidRPr="002E5DFE" w:rsidRDefault="00CF1B16" w:rsidP="00D433B2">
      <w:pPr>
        <w:spacing w:line="480" w:lineRule="auto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2E5DFE">
        <w:rPr>
          <w:rFonts w:ascii="TH Sarabun New" w:hAnsi="TH Sarabun New" w:cs="TH Sarabun New"/>
          <w:b/>
          <w:bCs/>
          <w:sz w:val="36"/>
          <w:szCs w:val="36"/>
          <w:cs/>
        </w:rPr>
        <w:t>ประวัติ</w:t>
      </w:r>
      <w:r w:rsidR="002E5DFE" w:rsidRPr="002E5DFE">
        <w:rPr>
          <w:rFonts w:ascii="TH Sarabun New" w:hAnsi="TH Sarabun New" w:cs="TH Sarabun New" w:hint="cs"/>
          <w:b/>
          <w:bCs/>
          <w:sz w:val="36"/>
          <w:szCs w:val="36"/>
          <w:cs/>
        </w:rPr>
        <w:t>ผู้ประพันธ์</w:t>
      </w:r>
    </w:p>
    <w:tbl>
      <w:tblPr>
        <w:tblW w:w="4884" w:type="pct"/>
        <w:tblInd w:w="108" w:type="dxa"/>
        <w:tblLook w:val="04A0" w:firstRow="1" w:lastRow="0" w:firstColumn="1" w:lastColumn="0" w:noHBand="0" w:noVBand="1"/>
      </w:tblPr>
      <w:tblGrid>
        <w:gridCol w:w="3109"/>
        <w:gridCol w:w="5004"/>
      </w:tblGrid>
      <w:tr w:rsidR="00D433B2" w:rsidRPr="0066719A" w14:paraId="65E4580A" w14:textId="77777777" w:rsidTr="003302DD">
        <w:trPr>
          <w:trHeight w:val="422"/>
        </w:trPr>
        <w:tc>
          <w:tcPr>
            <w:tcW w:w="1916" w:type="pct"/>
            <w:shd w:val="clear" w:color="auto" w:fill="auto"/>
          </w:tcPr>
          <w:p w14:paraId="20A88C17" w14:textId="77777777" w:rsidR="00D433B2" w:rsidRPr="006901E5" w:rsidRDefault="00D433B2" w:rsidP="00D433B2">
            <w:pPr>
              <w:ind w:left="-105"/>
              <w:rPr>
                <w:rFonts w:ascii="TH Sarabun New" w:hAnsi="TH Sarabun New" w:cs="TH Sarabun New"/>
                <w:b/>
                <w:bCs/>
              </w:rPr>
            </w:pPr>
            <w:r w:rsidRPr="006901E5">
              <w:rPr>
                <w:rFonts w:ascii="TH Sarabun New" w:hAnsi="TH Sarabun New" w:cs="TH Sarabun New"/>
                <w:b/>
                <w:bCs/>
                <w:cs/>
              </w:rPr>
              <w:t>ชื่อ</w:t>
            </w:r>
          </w:p>
        </w:tc>
        <w:tc>
          <w:tcPr>
            <w:tcW w:w="3084" w:type="pct"/>
            <w:shd w:val="clear" w:color="auto" w:fill="auto"/>
          </w:tcPr>
          <w:p w14:paraId="7D1317C8" w14:textId="77777777" w:rsidR="00D433B2" w:rsidRDefault="00D433B2" w:rsidP="00D433B2">
            <w:pPr>
              <w:rPr>
                <w:rFonts w:ascii="TH Sarabun New" w:hAnsi="TH Sarabun New" w:cs="TH Sarabun New"/>
              </w:rPr>
            </w:pPr>
            <w:r w:rsidRPr="006901E5">
              <w:rPr>
                <w:rFonts w:ascii="TH Sarabun New" w:hAnsi="TH Sarabun New" w:cs="TH Sarabun New"/>
                <w:cs/>
              </w:rPr>
              <w:t>ชื่อ นามสกุล</w:t>
            </w:r>
            <w:r>
              <w:rPr>
                <w:rFonts w:ascii="TH Sarabun New" w:hAnsi="TH Sarabun New" w:cs="TH Sarabun New"/>
                <w:cs/>
              </w:rPr>
              <w:t xml:space="preserve"> </w:t>
            </w:r>
          </w:p>
          <w:p w14:paraId="60845428" w14:textId="77777777" w:rsidR="00D433B2" w:rsidRPr="00D433B2" w:rsidRDefault="00D433B2" w:rsidP="00D433B2">
            <w:pPr>
              <w:rPr>
                <w:rFonts w:ascii="TH Sarabun New" w:hAnsi="TH Sarabun New" w:cs="TH Sarabun New"/>
                <w:color w:val="FF0000"/>
              </w:rPr>
            </w:pPr>
            <w:r w:rsidRPr="00D433B2">
              <w:rPr>
                <w:rFonts w:ascii="TH Sarabun New" w:hAnsi="TH Sarabun New" w:cs="TH Sarabun New"/>
                <w:color w:val="FF0000"/>
                <w:cs/>
              </w:rPr>
              <w:t>*</w:t>
            </w:r>
            <w:r w:rsidR="00BD7C1C">
              <w:rPr>
                <w:rFonts w:ascii="TH Sarabun New" w:hAnsi="TH Sarabun New" w:cs="TH Sarabun New" w:hint="cs"/>
                <w:color w:val="FF0000"/>
                <w:cs/>
              </w:rPr>
              <w:t>*</w:t>
            </w:r>
            <w:r w:rsidRPr="00D433B2">
              <w:rPr>
                <w:rFonts w:ascii="TH Sarabun New" w:hAnsi="TH Sarabun New" w:cs="TH Sarabun New" w:hint="cs"/>
                <w:color w:val="FF0000"/>
                <w:cs/>
              </w:rPr>
              <w:t xml:space="preserve">ไม่ต้องระบุคำนำหน้า </w:t>
            </w:r>
            <w:r w:rsidRPr="00D433B2">
              <w:rPr>
                <w:rFonts w:ascii="TH Sarabun New" w:hAnsi="TH Sarabun New" w:cs="TH Sarabun New"/>
                <w:color w:val="FF0000"/>
                <w:cs/>
              </w:rPr>
              <w:t>(</w:t>
            </w:r>
            <w:r w:rsidRPr="00D433B2">
              <w:rPr>
                <w:rFonts w:ascii="TH Sarabun New" w:hAnsi="TH Sarabun New" w:cs="TH Sarabun New" w:hint="cs"/>
                <w:color w:val="FF0000"/>
                <w:cs/>
              </w:rPr>
              <w:t>นาย</w:t>
            </w:r>
            <w:r w:rsidRPr="00D433B2">
              <w:rPr>
                <w:rFonts w:ascii="TH Sarabun New" w:hAnsi="TH Sarabun New" w:cs="TH Sarabun New"/>
                <w:color w:val="FF0000"/>
              </w:rPr>
              <w:t>,</w:t>
            </w:r>
            <w:r w:rsidRPr="00D433B2">
              <w:rPr>
                <w:rFonts w:ascii="TH Sarabun New" w:hAnsi="TH Sarabun New" w:cs="TH Sarabun New" w:hint="cs"/>
                <w:color w:val="FF0000"/>
                <w:cs/>
              </w:rPr>
              <w:t xml:space="preserve"> นาง</w:t>
            </w:r>
            <w:r w:rsidRPr="00D433B2">
              <w:rPr>
                <w:rFonts w:ascii="TH Sarabun New" w:hAnsi="TH Sarabun New" w:cs="TH Sarabun New"/>
                <w:color w:val="FF0000"/>
              </w:rPr>
              <w:t>,</w:t>
            </w:r>
            <w:r w:rsidRPr="00D433B2">
              <w:rPr>
                <w:rFonts w:ascii="TH Sarabun New" w:hAnsi="TH Sarabun New" w:cs="TH Sarabun New" w:hint="cs"/>
                <w:color w:val="FF0000"/>
                <w:cs/>
              </w:rPr>
              <w:t xml:space="preserve"> นางสาว</w:t>
            </w:r>
            <w:r w:rsidRPr="00D433B2">
              <w:rPr>
                <w:rFonts w:ascii="TH Sarabun New" w:hAnsi="TH Sarabun New" w:cs="TH Sarabun New"/>
                <w:color w:val="FF0000"/>
                <w:cs/>
              </w:rPr>
              <w:t xml:space="preserve">) </w:t>
            </w:r>
          </w:p>
          <w:p w14:paraId="4F9D7027" w14:textId="77777777" w:rsidR="00D433B2" w:rsidRPr="00D433B2" w:rsidRDefault="00D433B2" w:rsidP="00E54904">
            <w:pPr>
              <w:rPr>
                <w:rFonts w:ascii="TH Sarabun New" w:hAnsi="TH Sarabun New" w:cs="TH Sarabun New"/>
                <w:cs/>
              </w:rPr>
            </w:pPr>
            <w:r w:rsidRPr="00E54904">
              <w:rPr>
                <w:rFonts w:ascii="TH Sarabun New" w:hAnsi="TH Sarabun New" w:cs="TH Sarabun New" w:hint="cs"/>
                <w:color w:val="FF0000"/>
                <w:cs/>
              </w:rPr>
              <w:t xml:space="preserve">หากมีคำนำหน้าประเภท </w:t>
            </w:r>
            <w:r w:rsidR="00E54904" w:rsidRPr="00E54904">
              <w:rPr>
                <w:rFonts w:ascii="TH Sarabun New" w:hAnsi="TH Sarabun New" w:cs="TH Sarabun New"/>
                <w:color w:val="FF0000"/>
                <w:cs/>
              </w:rPr>
              <w:t xml:space="preserve">ยศ ฐานันดรศักดิ์ </w:t>
            </w:r>
            <w:r w:rsidR="00E54904">
              <w:rPr>
                <w:rFonts w:ascii="TH Sarabun New" w:hAnsi="TH Sarabun New" w:cs="TH Sarabun New"/>
                <w:color w:val="FF0000"/>
              </w:rPr>
              <w:br/>
            </w:r>
            <w:r w:rsidR="00E54904" w:rsidRPr="00E54904">
              <w:rPr>
                <w:rFonts w:ascii="TH Sarabun New" w:hAnsi="TH Sarabun New" w:cs="TH Sarabun New"/>
                <w:color w:val="FF0000"/>
                <w:cs/>
              </w:rPr>
              <w:t>หรือสมณะศักดิ์</w:t>
            </w:r>
            <w:r w:rsidR="00E54904">
              <w:rPr>
                <w:rFonts w:ascii="TH Sarabun New" w:hAnsi="TH Sarabun New" w:cs="TH Sarabun New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olor w:val="FF0000"/>
                <w:cs/>
              </w:rPr>
              <w:t>จะระบุหรือไม่ก็ได้</w:t>
            </w:r>
          </w:p>
        </w:tc>
      </w:tr>
      <w:tr w:rsidR="00D433B2" w:rsidRPr="0066719A" w14:paraId="5169F6FC" w14:textId="77777777" w:rsidTr="005E2B26">
        <w:trPr>
          <w:trHeight w:val="80"/>
        </w:trPr>
        <w:tc>
          <w:tcPr>
            <w:tcW w:w="5000" w:type="pct"/>
            <w:gridSpan w:val="2"/>
            <w:shd w:val="clear" w:color="auto" w:fill="auto"/>
          </w:tcPr>
          <w:p w14:paraId="0412699A" w14:textId="77777777" w:rsidR="00D433B2" w:rsidRPr="00D433B2" w:rsidRDefault="00D433B2" w:rsidP="005E2B26">
            <w:pPr>
              <w:tabs>
                <w:tab w:val="left" w:pos="3960"/>
              </w:tabs>
              <w:ind w:left="-105"/>
              <w:rPr>
                <w:rFonts w:ascii="TH Sarabun New" w:hAnsi="TH Sarabun New" w:cs="TH Sarabun New"/>
                <w:b/>
                <w:bCs/>
              </w:rPr>
            </w:pPr>
            <w:r w:rsidRPr="003D7D8A">
              <w:rPr>
                <w:rFonts w:ascii="TH Sarabun New" w:hAnsi="TH Sarabun New" w:cs="TH Sarabun New"/>
                <w:b/>
                <w:bCs/>
                <w:cs/>
              </w:rPr>
              <w:t>ประวัติการศึกษา</w:t>
            </w:r>
            <w:r>
              <w:rPr>
                <w:rFonts w:ascii="TH Sarabun New" w:hAnsi="TH Sarabun New" w:cs="TH Sarabun New" w:hint="cs"/>
                <w:b/>
                <w:bCs/>
                <w:cs/>
              </w:rPr>
              <w:t xml:space="preserve"> </w:t>
            </w:r>
          </w:p>
        </w:tc>
      </w:tr>
      <w:tr w:rsidR="00D433B2" w:rsidRPr="0066719A" w14:paraId="400465E6" w14:textId="77777777" w:rsidTr="003302DD">
        <w:trPr>
          <w:trHeight w:val="859"/>
        </w:trPr>
        <w:tc>
          <w:tcPr>
            <w:tcW w:w="1916" w:type="pct"/>
            <w:shd w:val="clear" w:color="auto" w:fill="auto"/>
          </w:tcPr>
          <w:p w14:paraId="69350AAB" w14:textId="77777777" w:rsidR="00D433B2" w:rsidRPr="0066719A" w:rsidRDefault="00D433B2" w:rsidP="005E2B26">
            <w:pPr>
              <w:tabs>
                <w:tab w:val="left" w:pos="720"/>
              </w:tabs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3D7D8A">
              <w:rPr>
                <w:rFonts w:ascii="TH Sarabun New" w:hAnsi="TH Sarabun New" w:cs="TH Sarabun New"/>
                <w:cs/>
              </w:rPr>
              <w:t>ใส่เฉพาะเลขปี</w:t>
            </w:r>
            <w:r w:rsidR="007A7DDC">
              <w:rPr>
                <w:rFonts w:ascii="TH Sarabun New" w:hAnsi="TH Sarabun New" w:cs="TH Sarabun New" w:hint="cs"/>
                <w:cs/>
              </w:rPr>
              <w:t xml:space="preserve"> </w:t>
            </w:r>
            <w:r w:rsidRPr="003D7D8A">
              <w:rPr>
                <w:rFonts w:ascii="TH Sarabun New" w:hAnsi="TH Sarabun New" w:cs="TH Sarabun New"/>
                <w:cs/>
              </w:rPr>
              <w:t>พ.ศ.</w:t>
            </w:r>
          </w:p>
        </w:tc>
        <w:tc>
          <w:tcPr>
            <w:tcW w:w="3084" w:type="pct"/>
            <w:shd w:val="clear" w:color="auto" w:fill="auto"/>
          </w:tcPr>
          <w:p w14:paraId="32E73C41" w14:textId="77777777" w:rsidR="00D433B2" w:rsidRPr="003D7D8A" w:rsidRDefault="00D433B2" w:rsidP="005E2B26">
            <w:pPr>
              <w:tabs>
                <w:tab w:val="left" w:pos="3960"/>
              </w:tabs>
              <w:ind w:left="3960" w:hanging="3960"/>
              <w:rPr>
                <w:rFonts w:ascii="TH Sarabun New" w:hAnsi="TH Sarabun New" w:cs="TH Sarabun New"/>
              </w:rPr>
            </w:pPr>
            <w:r w:rsidRPr="003D7D8A">
              <w:rPr>
                <w:rFonts w:ascii="TH Sarabun New" w:hAnsi="TH Sarabun New" w:cs="TH Sarabun New"/>
                <w:cs/>
              </w:rPr>
              <w:t>ปริญญาโท ชื่อหลักสูตร</w:t>
            </w:r>
          </w:p>
          <w:p w14:paraId="6BFF664C" w14:textId="77777777" w:rsidR="00D433B2" w:rsidRPr="0066719A" w:rsidRDefault="007A7DDC" w:rsidP="005E2B26">
            <w:pPr>
              <w:tabs>
                <w:tab w:val="left" w:pos="720"/>
              </w:tabs>
              <w:ind w:left="-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H Sarabun New" w:hAnsi="TH Sarabun New" w:cs="TH Sarabun New" w:hint="cs"/>
                <w:cs/>
              </w:rPr>
              <w:t xml:space="preserve"> </w:t>
            </w:r>
            <w:r w:rsidR="00D433B2" w:rsidRPr="003D7D8A">
              <w:rPr>
                <w:rFonts w:ascii="TH Sarabun New" w:hAnsi="TH Sarabun New" w:cs="TH Sarabun New"/>
                <w:cs/>
              </w:rPr>
              <w:t>ชื่อสาขาวิชา</w:t>
            </w:r>
            <w:r w:rsidR="00D433B2">
              <w:rPr>
                <w:rFonts w:ascii="TH Sarabun New" w:hAnsi="TH Sarabun New" w:cs="TH Sarabun New" w:hint="cs"/>
                <w:cs/>
              </w:rPr>
              <w:t xml:space="preserve"> </w:t>
            </w:r>
            <w:r w:rsidR="00D433B2" w:rsidRPr="003D7D8A">
              <w:rPr>
                <w:rFonts w:ascii="TH Sarabun New" w:hAnsi="TH Sarabun New" w:cs="TH Sarabun New"/>
                <w:cs/>
              </w:rPr>
              <w:t>สถาบัน (ในกรณีที่จบแล้ว)</w:t>
            </w:r>
          </w:p>
        </w:tc>
      </w:tr>
      <w:tr w:rsidR="00D433B2" w:rsidRPr="0066719A" w14:paraId="31DA25D7" w14:textId="77777777" w:rsidTr="003302DD">
        <w:trPr>
          <w:trHeight w:val="844"/>
        </w:trPr>
        <w:tc>
          <w:tcPr>
            <w:tcW w:w="1916" w:type="pct"/>
            <w:shd w:val="clear" w:color="auto" w:fill="auto"/>
          </w:tcPr>
          <w:p w14:paraId="03C5FECD" w14:textId="77777777" w:rsidR="00D433B2" w:rsidRPr="003D7D8A" w:rsidRDefault="00D433B2" w:rsidP="005E2B26">
            <w:pPr>
              <w:tabs>
                <w:tab w:val="left" w:pos="720"/>
              </w:tabs>
              <w:ind w:left="-105"/>
              <w:rPr>
                <w:rFonts w:ascii="TH Sarabun New" w:hAnsi="TH Sarabun New" w:cs="TH Sarabun New"/>
                <w:cs/>
              </w:rPr>
            </w:pPr>
            <w:r w:rsidRPr="003D7D8A">
              <w:rPr>
                <w:rFonts w:ascii="TH Sarabun New" w:hAnsi="TH Sarabun New" w:cs="TH Sarabun New"/>
                <w:cs/>
              </w:rPr>
              <w:t>ใส่เฉพาะเลขปี</w:t>
            </w:r>
            <w:r w:rsidR="007A7DDC">
              <w:rPr>
                <w:rFonts w:ascii="TH Sarabun New" w:hAnsi="TH Sarabun New" w:cs="TH Sarabun New" w:hint="cs"/>
                <w:cs/>
              </w:rPr>
              <w:t xml:space="preserve"> </w:t>
            </w:r>
            <w:r w:rsidRPr="003D7D8A">
              <w:rPr>
                <w:rFonts w:ascii="TH Sarabun New" w:hAnsi="TH Sarabun New" w:cs="TH Sarabun New"/>
                <w:cs/>
              </w:rPr>
              <w:t>พ.ศ.</w:t>
            </w:r>
          </w:p>
        </w:tc>
        <w:tc>
          <w:tcPr>
            <w:tcW w:w="3084" w:type="pct"/>
            <w:shd w:val="clear" w:color="auto" w:fill="auto"/>
          </w:tcPr>
          <w:p w14:paraId="5DCCB492" w14:textId="77777777" w:rsidR="00D433B2" w:rsidRDefault="00D433B2" w:rsidP="005E2B26">
            <w:pPr>
              <w:tabs>
                <w:tab w:val="left" w:pos="3960"/>
              </w:tabs>
              <w:ind w:left="3960" w:hanging="3960"/>
              <w:rPr>
                <w:rFonts w:ascii="TH Sarabun New" w:hAnsi="TH Sarabun New" w:cs="TH Sarabun New"/>
              </w:rPr>
            </w:pPr>
            <w:r w:rsidRPr="003D7D8A">
              <w:rPr>
                <w:rFonts w:ascii="TH Sarabun New" w:hAnsi="TH Sarabun New" w:cs="TH Sarabun New"/>
                <w:cs/>
              </w:rPr>
              <w:t>ปริญญาตรี ชื่อหลักสูตร</w:t>
            </w:r>
          </w:p>
          <w:p w14:paraId="1138246D" w14:textId="77777777" w:rsidR="00D433B2" w:rsidRPr="003D7D8A" w:rsidRDefault="00D433B2" w:rsidP="005E2B26">
            <w:pPr>
              <w:tabs>
                <w:tab w:val="left" w:pos="3960"/>
              </w:tabs>
              <w:ind w:left="3960" w:hanging="3960"/>
              <w:rPr>
                <w:rFonts w:ascii="TH Sarabun New" w:hAnsi="TH Sarabun New" w:cs="TH Sarabun New"/>
                <w:cs/>
              </w:rPr>
            </w:pPr>
            <w:r w:rsidRPr="003D7D8A">
              <w:rPr>
                <w:rFonts w:ascii="TH Sarabun New" w:hAnsi="TH Sarabun New" w:cs="TH Sarabun New"/>
                <w:cs/>
              </w:rPr>
              <w:t>ชื่อสาขาวิชา สถาบัน</w:t>
            </w:r>
          </w:p>
        </w:tc>
      </w:tr>
      <w:tr w:rsidR="00D433B2" w:rsidRPr="0066719A" w14:paraId="12B04CB3" w14:textId="77777777" w:rsidTr="005E2B26">
        <w:trPr>
          <w:trHeight w:val="80"/>
        </w:trPr>
        <w:tc>
          <w:tcPr>
            <w:tcW w:w="1916" w:type="pct"/>
            <w:shd w:val="clear" w:color="auto" w:fill="auto"/>
          </w:tcPr>
          <w:p w14:paraId="18EA8472" w14:textId="77777777" w:rsidR="00D433B2" w:rsidRPr="00D433B2" w:rsidRDefault="00D433B2" w:rsidP="005E2B26">
            <w:pPr>
              <w:tabs>
                <w:tab w:val="left" w:pos="3780"/>
              </w:tabs>
              <w:ind w:left="-101"/>
              <w:rPr>
                <w:rFonts w:ascii="TH Sarabun New" w:hAnsi="TH Sarabun New" w:cs="TH Sarabun New"/>
                <w:b/>
                <w:bCs/>
              </w:rPr>
            </w:pPr>
            <w:r w:rsidRPr="003D7D8A">
              <w:rPr>
                <w:rFonts w:ascii="TH Sarabun New" w:hAnsi="TH Sarabun New" w:cs="TH Sarabun New"/>
                <w:b/>
                <w:bCs/>
                <w:cs/>
              </w:rPr>
              <w:t>ประวัติการทำงาน</w:t>
            </w:r>
            <w:r>
              <w:rPr>
                <w:rFonts w:ascii="TH Sarabun New" w:hAnsi="TH Sarabun New" w:cs="TH Sarabun New"/>
                <w:b/>
                <w:bCs/>
                <w:cs/>
              </w:rPr>
              <w:t xml:space="preserve"> </w:t>
            </w:r>
            <w:r w:rsidRPr="003D7D8A">
              <w:rPr>
                <w:rFonts w:ascii="TH Sarabun New" w:hAnsi="TH Sarabun New" w:cs="TH Sarabun New"/>
                <w:cs/>
              </w:rPr>
              <w:t>(</w:t>
            </w:r>
            <w:r w:rsidRPr="003D7D8A">
              <w:rPr>
                <w:rFonts w:ascii="TH Sarabun New" w:hAnsi="TH Sarabun New" w:cs="TH Sarabun New" w:hint="cs"/>
                <w:i/>
                <w:iCs/>
                <w:cs/>
              </w:rPr>
              <w:t>ถ้ามี</w:t>
            </w:r>
            <w:r>
              <w:rPr>
                <w:rFonts w:ascii="TH Sarabun New" w:hAnsi="TH Sarabun New" w:cs="TH Sarabun New"/>
                <w:i/>
                <w:iCs/>
                <w:cs/>
              </w:rPr>
              <w:t>)</w:t>
            </w:r>
          </w:p>
        </w:tc>
        <w:tc>
          <w:tcPr>
            <w:tcW w:w="3084" w:type="pct"/>
            <w:shd w:val="clear" w:color="auto" w:fill="auto"/>
          </w:tcPr>
          <w:p w14:paraId="77E7CCFF" w14:textId="77777777" w:rsidR="00D433B2" w:rsidRPr="0066719A" w:rsidRDefault="00D433B2" w:rsidP="005E2B26">
            <w:pPr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B2" w:rsidRPr="0066719A" w14:paraId="25C3C52C" w14:textId="77777777" w:rsidTr="003302DD">
        <w:trPr>
          <w:trHeight w:val="859"/>
        </w:trPr>
        <w:tc>
          <w:tcPr>
            <w:tcW w:w="1916" w:type="pct"/>
            <w:shd w:val="clear" w:color="auto" w:fill="auto"/>
          </w:tcPr>
          <w:p w14:paraId="107B1E76" w14:textId="77777777" w:rsidR="00D433B2" w:rsidRPr="0066719A" w:rsidRDefault="00D433B2" w:rsidP="005E2B26">
            <w:pPr>
              <w:tabs>
                <w:tab w:val="left" w:pos="720"/>
              </w:tabs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3D7D8A">
              <w:rPr>
                <w:rFonts w:ascii="TH Sarabun New" w:hAnsi="TH Sarabun New" w:cs="TH Sarabun New"/>
                <w:cs/>
              </w:rPr>
              <w:t>ใส่เฉพาะเลขปี</w:t>
            </w:r>
            <w:r w:rsidR="007A7DDC">
              <w:rPr>
                <w:rFonts w:ascii="TH Sarabun New" w:hAnsi="TH Sarabun New" w:cs="TH Sarabun New" w:hint="cs"/>
                <w:cs/>
              </w:rPr>
              <w:t xml:space="preserve"> </w:t>
            </w:r>
            <w:r w:rsidRPr="003D7D8A">
              <w:rPr>
                <w:rFonts w:ascii="TH Sarabun New" w:hAnsi="TH Sarabun New" w:cs="TH Sarabun New"/>
                <w:cs/>
              </w:rPr>
              <w:t>พ.ศ.-ปัจจุบัน</w:t>
            </w:r>
          </w:p>
        </w:tc>
        <w:tc>
          <w:tcPr>
            <w:tcW w:w="3084" w:type="pct"/>
            <w:shd w:val="clear" w:color="auto" w:fill="auto"/>
          </w:tcPr>
          <w:p w14:paraId="5E4C4784" w14:textId="77777777" w:rsidR="00D433B2" w:rsidRPr="003D7D8A" w:rsidRDefault="00D433B2" w:rsidP="005E2B26">
            <w:pPr>
              <w:tabs>
                <w:tab w:val="left" w:pos="3960"/>
              </w:tabs>
              <w:ind w:left="3960" w:hanging="3960"/>
              <w:rPr>
                <w:rFonts w:ascii="TH Sarabun New" w:hAnsi="TH Sarabun New" w:cs="TH Sarabun New"/>
              </w:rPr>
            </w:pPr>
            <w:r w:rsidRPr="003D7D8A">
              <w:rPr>
                <w:rFonts w:ascii="TH Sarabun New" w:hAnsi="TH Sarabun New" w:cs="TH Sarabun New"/>
                <w:cs/>
              </w:rPr>
              <w:t>ตำแหน่ง</w:t>
            </w:r>
          </w:p>
          <w:p w14:paraId="2F608B11" w14:textId="77777777" w:rsidR="00D433B2" w:rsidRPr="00D433B2" w:rsidRDefault="00D433B2" w:rsidP="005E2B26">
            <w:pPr>
              <w:tabs>
                <w:tab w:val="left" w:pos="3960"/>
              </w:tabs>
              <w:ind w:left="3960" w:hanging="3960"/>
              <w:rPr>
                <w:rFonts w:ascii="TH Sarabun New" w:hAnsi="TH Sarabun New" w:cs="TH Sarabun New"/>
              </w:rPr>
            </w:pPr>
            <w:r w:rsidRPr="003D7D8A">
              <w:rPr>
                <w:rFonts w:ascii="TH Sarabun New" w:hAnsi="TH Sarabun New" w:cs="TH Sarabun New"/>
                <w:cs/>
              </w:rPr>
              <w:t>ชื่อหน่วยงาน จังหวัด</w:t>
            </w:r>
          </w:p>
        </w:tc>
      </w:tr>
      <w:tr w:rsidR="00D433B2" w:rsidRPr="0066719A" w14:paraId="47E15737" w14:textId="77777777" w:rsidTr="003302DD">
        <w:trPr>
          <w:trHeight w:val="844"/>
        </w:trPr>
        <w:tc>
          <w:tcPr>
            <w:tcW w:w="1916" w:type="pct"/>
            <w:shd w:val="clear" w:color="auto" w:fill="auto"/>
          </w:tcPr>
          <w:p w14:paraId="626FF316" w14:textId="77777777" w:rsidR="00D433B2" w:rsidRPr="0066719A" w:rsidRDefault="00D433B2" w:rsidP="005E2B26">
            <w:pPr>
              <w:tabs>
                <w:tab w:val="left" w:pos="720"/>
              </w:tabs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3D7D8A">
              <w:rPr>
                <w:rFonts w:ascii="TH Sarabun New" w:hAnsi="TH Sarabun New" w:cs="TH Sarabun New"/>
                <w:cs/>
              </w:rPr>
              <w:t>ใส่เฉพาะเลขปีพ.ศ.-ใส่เฉพาะเลขปี</w:t>
            </w:r>
            <w:r w:rsidR="007A7DDC">
              <w:rPr>
                <w:rFonts w:ascii="TH Sarabun New" w:hAnsi="TH Sarabun New" w:cs="TH Sarabun New" w:hint="cs"/>
                <w:cs/>
              </w:rPr>
              <w:t xml:space="preserve"> </w:t>
            </w:r>
            <w:r w:rsidRPr="003D7D8A">
              <w:rPr>
                <w:rFonts w:ascii="TH Sarabun New" w:hAnsi="TH Sarabun New" w:cs="TH Sarabun New"/>
                <w:cs/>
              </w:rPr>
              <w:t>พ.ศ.</w:t>
            </w:r>
          </w:p>
        </w:tc>
        <w:tc>
          <w:tcPr>
            <w:tcW w:w="3084" w:type="pct"/>
            <w:shd w:val="clear" w:color="auto" w:fill="auto"/>
          </w:tcPr>
          <w:p w14:paraId="7BCD857B" w14:textId="77777777" w:rsidR="00D433B2" w:rsidRPr="003D7D8A" w:rsidRDefault="00D433B2" w:rsidP="005E2B26">
            <w:pPr>
              <w:tabs>
                <w:tab w:val="left" w:pos="3960"/>
              </w:tabs>
              <w:ind w:left="3960" w:hanging="3960"/>
              <w:rPr>
                <w:rFonts w:ascii="TH Sarabun New" w:hAnsi="TH Sarabun New" w:cs="TH Sarabun New"/>
              </w:rPr>
            </w:pPr>
            <w:r w:rsidRPr="003D7D8A">
              <w:rPr>
                <w:rFonts w:ascii="TH Sarabun New" w:hAnsi="TH Sarabun New" w:cs="TH Sarabun New"/>
                <w:cs/>
              </w:rPr>
              <w:t>ตำแหน่ง</w:t>
            </w:r>
          </w:p>
          <w:p w14:paraId="1686AE81" w14:textId="77777777" w:rsidR="00D433B2" w:rsidRPr="0066719A" w:rsidRDefault="007A7DDC" w:rsidP="005E2B26">
            <w:pPr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H Sarabun New" w:hAnsi="TH Sarabun New" w:cs="TH Sarabun New" w:hint="cs"/>
                <w:cs/>
              </w:rPr>
              <w:t xml:space="preserve"> </w:t>
            </w:r>
            <w:r w:rsidR="00D433B2" w:rsidRPr="003D7D8A">
              <w:rPr>
                <w:rFonts w:ascii="TH Sarabun New" w:hAnsi="TH Sarabun New" w:cs="TH Sarabun New"/>
                <w:cs/>
              </w:rPr>
              <w:t>ชื่อหน่วยงาน จังหวัด</w:t>
            </w:r>
          </w:p>
        </w:tc>
      </w:tr>
      <w:tr w:rsidR="00D433B2" w:rsidRPr="0066719A" w14:paraId="49EF0DE2" w14:textId="77777777" w:rsidTr="005E2B26">
        <w:trPr>
          <w:trHeight w:val="80"/>
        </w:trPr>
        <w:tc>
          <w:tcPr>
            <w:tcW w:w="5000" w:type="pct"/>
            <w:gridSpan w:val="2"/>
            <w:shd w:val="clear" w:color="auto" w:fill="auto"/>
          </w:tcPr>
          <w:p w14:paraId="2ADBB658" w14:textId="77777777" w:rsidR="00D433B2" w:rsidRPr="00D433B2" w:rsidRDefault="00D433B2" w:rsidP="005E2B26">
            <w:pPr>
              <w:tabs>
                <w:tab w:val="left" w:pos="3960"/>
              </w:tabs>
              <w:ind w:left="-105"/>
              <w:rPr>
                <w:rFonts w:ascii="TH Sarabun New" w:hAnsi="TH Sarabun New" w:cs="TH Sarabun New"/>
              </w:rPr>
            </w:pPr>
            <w:r w:rsidRPr="003D7D8A">
              <w:rPr>
                <w:rFonts w:ascii="TH Sarabun New" w:hAnsi="TH Sarabun New" w:cs="TH Sarabun New" w:hint="cs"/>
                <w:b/>
                <w:bCs/>
                <w:cs/>
              </w:rPr>
              <w:t>ทุนการศึกษา</w:t>
            </w:r>
            <w:r>
              <w:rPr>
                <w:rFonts w:ascii="TH Sarabun New" w:hAnsi="TH Sarabun New" w:cs="TH Sarabun New"/>
                <w:cs/>
              </w:rPr>
              <w:t xml:space="preserve"> </w:t>
            </w:r>
            <w:r w:rsidRPr="003D7D8A">
              <w:rPr>
                <w:rFonts w:ascii="TH Sarabun New" w:hAnsi="TH Sarabun New" w:cs="TH Sarabun New"/>
                <w:cs/>
              </w:rPr>
              <w:t>(</w:t>
            </w:r>
            <w:r w:rsidRPr="003D7D8A">
              <w:rPr>
                <w:rFonts w:ascii="TH Sarabun New" w:hAnsi="TH Sarabun New" w:cs="TH Sarabun New" w:hint="cs"/>
                <w:i/>
                <w:iCs/>
                <w:cs/>
              </w:rPr>
              <w:t>ถ้ามี</w:t>
            </w:r>
            <w:r w:rsidRPr="003D7D8A">
              <w:rPr>
                <w:rFonts w:ascii="TH Sarabun New" w:hAnsi="TH Sarabun New" w:cs="TH Sarabun New"/>
                <w:i/>
                <w:iCs/>
                <w:cs/>
              </w:rPr>
              <w:t>)</w:t>
            </w:r>
          </w:p>
        </w:tc>
      </w:tr>
      <w:tr w:rsidR="00D433B2" w:rsidRPr="0066719A" w14:paraId="2D6B5490" w14:textId="77777777" w:rsidTr="003302DD">
        <w:trPr>
          <w:trHeight w:val="543"/>
        </w:trPr>
        <w:tc>
          <w:tcPr>
            <w:tcW w:w="1916" w:type="pct"/>
            <w:shd w:val="clear" w:color="auto" w:fill="auto"/>
          </w:tcPr>
          <w:p w14:paraId="72F46E9D" w14:textId="77777777" w:rsidR="00D433B2" w:rsidRPr="0066719A" w:rsidRDefault="00D433B2" w:rsidP="005E2B26">
            <w:pPr>
              <w:snapToGrid w:val="0"/>
              <w:ind w:left="-10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7D8A">
              <w:rPr>
                <w:rFonts w:ascii="TH Sarabun New" w:hAnsi="TH Sarabun New" w:cs="TH Sarabun New"/>
                <w:cs/>
              </w:rPr>
              <w:t>ใส่เฉพาะเลขปี</w:t>
            </w:r>
            <w:r w:rsidR="007A7DDC">
              <w:rPr>
                <w:rFonts w:ascii="TH Sarabun New" w:hAnsi="TH Sarabun New" w:cs="TH Sarabun New" w:hint="cs"/>
                <w:cs/>
              </w:rPr>
              <w:t xml:space="preserve"> </w:t>
            </w:r>
            <w:r w:rsidRPr="003D7D8A">
              <w:rPr>
                <w:rFonts w:ascii="TH Sarabun New" w:hAnsi="TH Sarabun New" w:cs="TH Sarabun New"/>
                <w:cs/>
              </w:rPr>
              <w:t>พ.ศ.</w:t>
            </w:r>
          </w:p>
        </w:tc>
        <w:tc>
          <w:tcPr>
            <w:tcW w:w="3084" w:type="pct"/>
            <w:shd w:val="clear" w:color="auto" w:fill="auto"/>
          </w:tcPr>
          <w:p w14:paraId="2644833C" w14:textId="77777777" w:rsidR="00D433B2" w:rsidRPr="0066719A" w:rsidRDefault="00D433B2" w:rsidP="005E2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H Sarabun New" w:hAnsi="TH Sarabun New" w:cs="TH Sarabun New" w:hint="cs"/>
                <w:cs/>
              </w:rPr>
              <w:t>ชื่อทุนการศึกษา</w:t>
            </w:r>
          </w:p>
        </w:tc>
      </w:tr>
      <w:tr w:rsidR="00D433B2" w:rsidRPr="0066719A" w14:paraId="0051B63A" w14:textId="77777777" w:rsidTr="005E2B26">
        <w:trPr>
          <w:trHeight w:val="80"/>
        </w:trPr>
        <w:tc>
          <w:tcPr>
            <w:tcW w:w="1916" w:type="pct"/>
            <w:shd w:val="clear" w:color="auto" w:fill="auto"/>
          </w:tcPr>
          <w:p w14:paraId="0997E1E5" w14:textId="77777777" w:rsidR="00D433B2" w:rsidRPr="00D433B2" w:rsidRDefault="00D433B2" w:rsidP="005E2B26">
            <w:pPr>
              <w:tabs>
                <w:tab w:val="left" w:pos="3960"/>
              </w:tabs>
              <w:ind w:left="-105"/>
              <w:rPr>
                <w:rFonts w:ascii="TH Sarabun New" w:hAnsi="TH Sarabun New" w:cs="TH Sarabun New"/>
              </w:rPr>
            </w:pPr>
            <w:r w:rsidRPr="003D7D8A">
              <w:rPr>
                <w:rFonts w:ascii="TH Sarabun New" w:hAnsi="TH Sarabun New" w:cs="TH Sarabun New" w:hint="cs"/>
                <w:b/>
                <w:bCs/>
                <w:cs/>
              </w:rPr>
              <w:t xml:space="preserve">ผลงานทางวิชาการ </w:t>
            </w:r>
            <w:r w:rsidRPr="003D7D8A">
              <w:rPr>
                <w:rFonts w:ascii="TH Sarabun New" w:hAnsi="TH Sarabun New" w:cs="TH Sarabun New"/>
                <w:cs/>
              </w:rPr>
              <w:t>(</w:t>
            </w:r>
            <w:r w:rsidRPr="003D7D8A">
              <w:rPr>
                <w:rFonts w:ascii="TH Sarabun New" w:hAnsi="TH Sarabun New" w:cs="TH Sarabun New" w:hint="cs"/>
                <w:i/>
                <w:iCs/>
                <w:cs/>
              </w:rPr>
              <w:t>ถ้ามี</w:t>
            </w:r>
            <w:r>
              <w:rPr>
                <w:rFonts w:ascii="TH Sarabun New" w:hAnsi="TH Sarabun New" w:cs="TH Sarabun New"/>
                <w:i/>
                <w:iCs/>
                <w:cs/>
              </w:rPr>
              <w:t>)</w:t>
            </w:r>
          </w:p>
        </w:tc>
        <w:tc>
          <w:tcPr>
            <w:tcW w:w="3084" w:type="pct"/>
            <w:shd w:val="clear" w:color="auto" w:fill="auto"/>
          </w:tcPr>
          <w:p w14:paraId="22C1CFE8" w14:textId="77777777" w:rsidR="00D433B2" w:rsidRPr="0066719A" w:rsidRDefault="00D433B2" w:rsidP="005E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3B2" w:rsidRPr="0066719A" w14:paraId="73AF1ECC" w14:textId="77777777" w:rsidTr="00D433B2">
        <w:trPr>
          <w:trHeight w:val="693"/>
        </w:trPr>
        <w:tc>
          <w:tcPr>
            <w:tcW w:w="5000" w:type="pct"/>
            <w:gridSpan w:val="2"/>
            <w:shd w:val="clear" w:color="auto" w:fill="auto"/>
          </w:tcPr>
          <w:p w14:paraId="59C8725C" w14:textId="4771364B" w:rsidR="00D433B2" w:rsidRPr="003D7D8A" w:rsidRDefault="003302DD" w:rsidP="005E2B26">
            <w:pPr>
              <w:tabs>
                <w:tab w:val="left" w:pos="720"/>
                <w:tab w:val="left" w:pos="3960"/>
              </w:tabs>
              <w:ind w:left="-105"/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จัดรูปแบบเหมือนรายการอ้างอิง</w:t>
            </w:r>
          </w:p>
          <w:p w14:paraId="79D82277" w14:textId="77777777" w:rsidR="00D433B2" w:rsidRPr="00D433B2" w:rsidRDefault="00D433B2" w:rsidP="005E2B26">
            <w:pPr>
              <w:ind w:left="-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433B2" w:rsidRPr="0066719A" w14:paraId="6E29CA3E" w14:textId="77777777" w:rsidTr="00D433B2">
        <w:trPr>
          <w:trHeight w:val="286"/>
        </w:trPr>
        <w:tc>
          <w:tcPr>
            <w:tcW w:w="5000" w:type="pct"/>
            <w:gridSpan w:val="2"/>
            <w:shd w:val="clear" w:color="auto" w:fill="auto"/>
          </w:tcPr>
          <w:p w14:paraId="203D63C9" w14:textId="77777777" w:rsidR="00D433B2" w:rsidRPr="0066719A" w:rsidRDefault="00D433B2" w:rsidP="00537877">
            <w:pPr>
              <w:ind w:left="705" w:hanging="720"/>
              <w:rPr>
                <w:rFonts w:ascii="Times New Roman" w:hAnsi="Times New Roman" w:cs="Times New Roman"/>
                <w:sz w:val="24"/>
                <w:szCs w:val="24"/>
                <w:lang w:val="en-SG"/>
              </w:rPr>
            </w:pPr>
            <w:r w:rsidRPr="0066719A">
              <w:rPr>
                <w:rFonts w:ascii="Times New Roman" w:hAnsi="Times New Roman"/>
                <w:sz w:val="24"/>
                <w:szCs w:val="24"/>
                <w:cs/>
                <w:lang w:val="en-SG"/>
              </w:rPr>
              <w:t xml:space="preserve"> </w:t>
            </w:r>
          </w:p>
        </w:tc>
      </w:tr>
    </w:tbl>
    <w:p w14:paraId="0E531892" w14:textId="77777777" w:rsidR="003302DD" w:rsidRPr="00BD7C1C" w:rsidRDefault="003302DD" w:rsidP="003302DD">
      <w:pPr>
        <w:rPr>
          <w:rFonts w:ascii="TH Sarabun New" w:hAnsi="TH Sarabun New" w:cs="TH Sarabun New"/>
          <w:color w:val="C00000"/>
        </w:rPr>
      </w:pPr>
      <w:r>
        <w:rPr>
          <w:rFonts w:ascii="TH Sarabun New" w:hAnsi="TH Sarabun New" w:cs="TH Sarabun New" w:hint="cs"/>
          <w:color w:val="C00000"/>
          <w:cs/>
        </w:rPr>
        <w:t>*</w:t>
      </w:r>
      <w:r w:rsidRPr="00BD7C1C">
        <w:rPr>
          <w:rFonts w:ascii="TH Sarabun New" w:hAnsi="TH Sarabun New" w:cs="TH Sarabun New" w:hint="cs"/>
          <w:color w:val="C00000"/>
          <w:cs/>
        </w:rPr>
        <w:t>ในส่วนประวัติของผู้เขียนจะจัดทำหรือไม่จัดทำก็ได้</w:t>
      </w:r>
      <w:r>
        <w:rPr>
          <w:rFonts w:ascii="TH Sarabun New" w:hAnsi="TH Sarabun New" w:cs="TH Sarabun New" w:hint="cs"/>
          <w:color w:val="C00000"/>
          <w:cs/>
        </w:rPr>
        <w:t xml:space="preserve"> หากจัดทำให้เป็นไปตามรูปแบบที่กำหนด</w:t>
      </w:r>
    </w:p>
    <w:p w14:paraId="54409D84" w14:textId="77777777" w:rsidR="001A39F4" w:rsidRPr="00AA2F2B" w:rsidRDefault="001A39F4" w:rsidP="00AA2F2B">
      <w:pPr>
        <w:tabs>
          <w:tab w:val="left" w:pos="3960"/>
        </w:tabs>
        <w:rPr>
          <w:rFonts w:ascii="TH Sarabun New" w:hAnsi="TH Sarabun New" w:cs="TH Sarabun New"/>
        </w:rPr>
      </w:pPr>
    </w:p>
    <w:sectPr w:rsidR="001A39F4" w:rsidRPr="00AA2F2B" w:rsidSect="002E5D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60" w:right="1440" w:bottom="1440" w:left="2160" w:header="1440" w:footer="0" w:gutter="0"/>
      <w:pgNumType w:start="11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C845E" w14:textId="77777777" w:rsidR="008A7173" w:rsidRDefault="008A7173">
      <w:r>
        <w:separator/>
      </w:r>
    </w:p>
  </w:endnote>
  <w:endnote w:type="continuationSeparator" w:id="0">
    <w:p w14:paraId="42334958" w14:textId="77777777" w:rsidR="008A7173" w:rsidRDefault="008A7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A8606" w14:textId="77777777" w:rsidR="004B399D" w:rsidRDefault="004B39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82F51" w14:textId="77777777" w:rsidR="004B399D" w:rsidRDefault="004B39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E06C0" w14:textId="77777777" w:rsidR="004B399D" w:rsidRDefault="004B39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2EFA9" w14:textId="77777777" w:rsidR="008A7173" w:rsidRDefault="008A7173">
      <w:r>
        <w:separator/>
      </w:r>
    </w:p>
  </w:footnote>
  <w:footnote w:type="continuationSeparator" w:id="0">
    <w:p w14:paraId="23AD87DB" w14:textId="77777777" w:rsidR="008A7173" w:rsidRDefault="008A7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BBCD5" w14:textId="77777777" w:rsidR="004638BA" w:rsidRDefault="00161991" w:rsidP="008D773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638B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07E9BC" w14:textId="77777777" w:rsidR="004638BA" w:rsidRDefault="004638BA" w:rsidP="004638B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78F8" w14:textId="77777777" w:rsidR="004638BA" w:rsidRPr="003D7D8A" w:rsidRDefault="00F05509" w:rsidP="00FD2316">
    <w:pPr>
      <w:pStyle w:val="Header"/>
      <w:jc w:val="right"/>
      <w:rPr>
        <w:rFonts w:ascii="TH Sarabun New" w:hAnsi="TH Sarabun New" w:cs="TH Sarabun New"/>
      </w:rPr>
    </w:pPr>
    <w:r w:rsidRPr="003D7D8A">
      <w:rPr>
        <w:rFonts w:ascii="TH Sarabun New" w:hAnsi="TH Sarabun New" w:cs="TH Sarabun New"/>
        <w:sz w:val="24"/>
        <w:szCs w:val="32"/>
        <w:cs/>
      </w:rPr>
      <w:t>เลขหน้า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B8B0F" w14:textId="3E8A3A98" w:rsidR="004B399D" w:rsidRPr="004B399D" w:rsidRDefault="004B399D" w:rsidP="004B399D">
    <w:pPr>
      <w:pStyle w:val="Header"/>
      <w:jc w:val="right"/>
      <w:rPr>
        <w:rFonts w:ascii="TH Sarabun New" w:hAnsi="TH Sarabun New" w:cs="TH Sarabun New"/>
        <w:szCs w:val="32"/>
      </w:rPr>
    </w:pPr>
    <w:r w:rsidRPr="004B399D">
      <w:rPr>
        <w:rFonts w:ascii="TH Sarabun New" w:hAnsi="TH Sarabun New" w:cs="TH Sarabun New"/>
        <w:szCs w:val="32"/>
        <w:cs/>
      </w:rPr>
      <w:t>เลขหน้า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353"/>
    <w:rsid w:val="00005439"/>
    <w:rsid w:val="0006070C"/>
    <w:rsid w:val="000A197F"/>
    <w:rsid w:val="000D21B5"/>
    <w:rsid w:val="000E44CF"/>
    <w:rsid w:val="001100B9"/>
    <w:rsid w:val="00140C26"/>
    <w:rsid w:val="00161991"/>
    <w:rsid w:val="001676B2"/>
    <w:rsid w:val="00175351"/>
    <w:rsid w:val="001906CF"/>
    <w:rsid w:val="001A39F4"/>
    <w:rsid w:val="001C3975"/>
    <w:rsid w:val="001E2661"/>
    <w:rsid w:val="001E5EAC"/>
    <w:rsid w:val="002040FA"/>
    <w:rsid w:val="002B1353"/>
    <w:rsid w:val="002B42E5"/>
    <w:rsid w:val="002C18E2"/>
    <w:rsid w:val="002E49C3"/>
    <w:rsid w:val="002E5DFE"/>
    <w:rsid w:val="002F3E71"/>
    <w:rsid w:val="003302DD"/>
    <w:rsid w:val="0036145D"/>
    <w:rsid w:val="003741A5"/>
    <w:rsid w:val="00393678"/>
    <w:rsid w:val="003D7D8A"/>
    <w:rsid w:val="003E4622"/>
    <w:rsid w:val="0041016A"/>
    <w:rsid w:val="00414632"/>
    <w:rsid w:val="00422ACA"/>
    <w:rsid w:val="00437A40"/>
    <w:rsid w:val="00441B9C"/>
    <w:rsid w:val="004638BA"/>
    <w:rsid w:val="00490FBA"/>
    <w:rsid w:val="00495033"/>
    <w:rsid w:val="004B399D"/>
    <w:rsid w:val="004E2F3C"/>
    <w:rsid w:val="00531B84"/>
    <w:rsid w:val="00577B97"/>
    <w:rsid w:val="00583837"/>
    <w:rsid w:val="005E2B26"/>
    <w:rsid w:val="00607823"/>
    <w:rsid w:val="00624F1A"/>
    <w:rsid w:val="0063087F"/>
    <w:rsid w:val="0067392A"/>
    <w:rsid w:val="0069707D"/>
    <w:rsid w:val="006A3409"/>
    <w:rsid w:val="006B4CAB"/>
    <w:rsid w:val="006C20E1"/>
    <w:rsid w:val="006E6D87"/>
    <w:rsid w:val="00724997"/>
    <w:rsid w:val="0076188B"/>
    <w:rsid w:val="007839F0"/>
    <w:rsid w:val="007A7DDC"/>
    <w:rsid w:val="007B41A6"/>
    <w:rsid w:val="007F7395"/>
    <w:rsid w:val="00810EAA"/>
    <w:rsid w:val="0081196D"/>
    <w:rsid w:val="008A7173"/>
    <w:rsid w:val="008D773A"/>
    <w:rsid w:val="00963A42"/>
    <w:rsid w:val="0097023E"/>
    <w:rsid w:val="009943BB"/>
    <w:rsid w:val="00A02BC8"/>
    <w:rsid w:val="00A364F6"/>
    <w:rsid w:val="00A41EB1"/>
    <w:rsid w:val="00A53979"/>
    <w:rsid w:val="00A569FE"/>
    <w:rsid w:val="00A7547B"/>
    <w:rsid w:val="00AA2F2B"/>
    <w:rsid w:val="00AC6F64"/>
    <w:rsid w:val="00B12CE5"/>
    <w:rsid w:val="00B84936"/>
    <w:rsid w:val="00BD364F"/>
    <w:rsid w:val="00BD7C1C"/>
    <w:rsid w:val="00C17D89"/>
    <w:rsid w:val="00CD7EAD"/>
    <w:rsid w:val="00CF1B16"/>
    <w:rsid w:val="00D433B2"/>
    <w:rsid w:val="00D64775"/>
    <w:rsid w:val="00E0211F"/>
    <w:rsid w:val="00E54904"/>
    <w:rsid w:val="00E93F05"/>
    <w:rsid w:val="00EA402F"/>
    <w:rsid w:val="00EB76A5"/>
    <w:rsid w:val="00EC280D"/>
    <w:rsid w:val="00EF4E3F"/>
    <w:rsid w:val="00F05509"/>
    <w:rsid w:val="00F15A64"/>
    <w:rsid w:val="00F2361E"/>
    <w:rsid w:val="00F42D40"/>
    <w:rsid w:val="00F561C5"/>
    <w:rsid w:val="00F750E0"/>
    <w:rsid w:val="00F77639"/>
    <w:rsid w:val="00FB4C22"/>
    <w:rsid w:val="00FD2316"/>
    <w:rsid w:val="00FE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CBD27E"/>
  <w15:docId w15:val="{9D52F2A0-61A1-4614-BC4A-8C25E9F39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3975"/>
    <w:rPr>
      <w:rFonts w:ascii="Angsana New" w:hAnsi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638BA"/>
    <w:pPr>
      <w:tabs>
        <w:tab w:val="center" w:pos="4153"/>
        <w:tab w:val="right" w:pos="8306"/>
      </w:tabs>
    </w:pPr>
    <w:rPr>
      <w:szCs w:val="37"/>
    </w:rPr>
  </w:style>
  <w:style w:type="character" w:styleId="PageNumber">
    <w:name w:val="page number"/>
    <w:basedOn w:val="DefaultParagraphFont"/>
    <w:rsid w:val="004638BA"/>
  </w:style>
  <w:style w:type="paragraph" w:styleId="Footer">
    <w:name w:val="footer"/>
    <w:basedOn w:val="Normal"/>
    <w:rsid w:val="0041016A"/>
    <w:pPr>
      <w:tabs>
        <w:tab w:val="center" w:pos="4153"/>
        <w:tab w:val="right" w:pos="8306"/>
      </w:tabs>
    </w:pPr>
    <w:rPr>
      <w:szCs w:val="37"/>
    </w:rPr>
  </w:style>
  <w:style w:type="character" w:customStyle="1" w:styleId="HeaderChar">
    <w:name w:val="Header Char"/>
    <w:link w:val="Header"/>
    <w:uiPriority w:val="99"/>
    <w:rsid w:val="001100B9"/>
    <w:rPr>
      <w:rFonts w:ascii="Angsana New" w:hAnsi="Angsana New"/>
      <w:sz w:val="32"/>
      <w:szCs w:val="37"/>
    </w:rPr>
  </w:style>
  <w:style w:type="character" w:customStyle="1" w:styleId="shorttext">
    <w:name w:val="short_text"/>
    <w:basedOn w:val="DefaultParagraphFont"/>
    <w:rsid w:val="00F2361E"/>
  </w:style>
  <w:style w:type="character" w:styleId="PlaceholderText">
    <w:name w:val="Placeholder Text"/>
    <w:uiPriority w:val="99"/>
    <w:semiHidden/>
    <w:rsid w:val="002C18E2"/>
    <w:rPr>
      <w:color w:val="808080"/>
    </w:rPr>
  </w:style>
  <w:style w:type="paragraph" w:styleId="BalloonText">
    <w:name w:val="Balloon Text"/>
    <w:basedOn w:val="Normal"/>
    <w:link w:val="BalloonTextChar"/>
    <w:rsid w:val="002C18E2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2C18E2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TH\Vita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0C57F-793E-46A8-81D3-B17D40BD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Vitae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ประวัติผู้เขียน</vt:lpstr>
    </vt:vector>
  </TitlesOfParts>
  <Company>&lt;egyptian hak&gt;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ประวัติผู้เขียน</dc:title>
  <dc:subject/>
  <dc:creator>itsc</dc:creator>
  <cp:keywords/>
  <cp:lastModifiedBy>Jinnanach Panyaarwut</cp:lastModifiedBy>
  <cp:revision>5</cp:revision>
  <dcterms:created xsi:type="dcterms:W3CDTF">2022-11-25T08:40:00Z</dcterms:created>
  <dcterms:modified xsi:type="dcterms:W3CDTF">2025-01-09T02:54:00Z</dcterms:modified>
</cp:coreProperties>
</file>