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918E2" w14:textId="77777777" w:rsidR="003B6D71" w:rsidRPr="002A4D8C" w:rsidRDefault="003B6D71" w:rsidP="003B6D71">
      <w:pPr>
        <w:spacing w:after="480" w:line="240" w:lineRule="auto"/>
        <w:ind w:left="0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2A4D8C">
        <w:rPr>
          <w:rFonts w:ascii="TH Sarabun New" w:hAnsi="TH Sarabun New" w:cs="TH Sarabun New"/>
          <w:b/>
          <w:bCs/>
          <w:sz w:val="36"/>
          <w:szCs w:val="36"/>
          <w:cs/>
        </w:rPr>
        <w:t>สารบัญ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10"/>
        <w:gridCol w:w="1196"/>
      </w:tblGrid>
      <w:tr w:rsidR="003B6D71" w:rsidRPr="00045C52" w14:paraId="46F359D4" w14:textId="77777777" w:rsidTr="002A4D8C">
        <w:tc>
          <w:tcPr>
            <w:tcW w:w="7110" w:type="dxa"/>
          </w:tcPr>
          <w:p w14:paraId="0380DD78" w14:textId="77777777" w:rsidR="003B6D71" w:rsidRPr="00045C52" w:rsidRDefault="003B6D71" w:rsidP="002A4D8C">
            <w:pPr>
              <w:spacing w:line="240" w:lineRule="auto"/>
              <w:ind w:left="0"/>
              <w:rPr>
                <w:rFonts w:ascii="TH Sarabun New" w:hAnsi="TH Sarabun New" w:cs="TH Sarabun New"/>
                <w:b/>
                <w:bCs/>
                <w: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บทที่</w:t>
            </w:r>
          </w:p>
        </w:tc>
        <w:tc>
          <w:tcPr>
            <w:tcW w:w="1196" w:type="dxa"/>
          </w:tcPr>
          <w:p w14:paraId="01BCE6EA" w14:textId="6077531C" w:rsidR="003B6D71" w:rsidRPr="00045C52" w:rsidRDefault="003C3C95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หน้า</w:t>
            </w:r>
          </w:p>
        </w:tc>
      </w:tr>
      <w:tr w:rsidR="003B6D71" w:rsidRPr="00045C52" w14:paraId="643BE430" w14:textId="77777777" w:rsidTr="002A4D8C">
        <w:tc>
          <w:tcPr>
            <w:tcW w:w="7110" w:type="dxa"/>
          </w:tcPr>
          <w:p w14:paraId="00C9E40D" w14:textId="77777777" w:rsidR="003B6D71" w:rsidRPr="00045C52" w:rsidRDefault="003B6D71" w:rsidP="00C00EAF">
            <w:pPr>
              <w:spacing w:line="240" w:lineRule="auto"/>
              <w:ind w:left="0"/>
              <w:rPr>
                <w:rFonts w:ascii="TH Sarabun New" w:hAnsi="TH Sarabun New" w:cs="TH Sarabun New"/>
                <w:b/>
                <w:bCs/>
                <w:cs/>
              </w:rPr>
            </w:pPr>
            <w:r w:rsidRPr="00045C52">
              <w:rPr>
                <w:rFonts w:ascii="TH Sarabun New" w:hAnsi="TH Sarabun New" w:cs="TH Sarabun New"/>
                <w:b/>
                <w:bCs/>
              </w:rPr>
              <w:t xml:space="preserve">1  </w:t>
            </w:r>
            <w:r w:rsidR="00C00EAF" w:rsidRPr="00045C52">
              <w:rPr>
                <w:rFonts w:ascii="TH Sarabun New" w:hAnsi="TH Sarabun New" w:cs="TH Sarabun New"/>
                <w:b/>
                <w:bCs/>
                <w:cs/>
              </w:rPr>
              <w:t>บทนำ</w:t>
            </w:r>
          </w:p>
        </w:tc>
        <w:tc>
          <w:tcPr>
            <w:tcW w:w="1196" w:type="dxa"/>
          </w:tcPr>
          <w:p w14:paraId="5C3E7C85" w14:textId="77777777" w:rsidR="003B6D71" w:rsidRPr="00045C52" w:rsidRDefault="003B6D71" w:rsidP="003B6D71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</w:rPr>
              <w:t>1</w:t>
            </w:r>
          </w:p>
        </w:tc>
      </w:tr>
      <w:tr w:rsidR="003B6D71" w:rsidRPr="00045C52" w14:paraId="6FEFF50B" w14:textId="77777777" w:rsidTr="002A4D8C">
        <w:tc>
          <w:tcPr>
            <w:tcW w:w="7110" w:type="dxa"/>
          </w:tcPr>
          <w:p w14:paraId="68AE03FD" w14:textId="77777777" w:rsidR="003B6D71" w:rsidRPr="00045C52" w:rsidRDefault="003B6D71" w:rsidP="001F2AEE">
            <w:pPr>
              <w:spacing w:line="240" w:lineRule="auto"/>
              <w:ind w:left="677" w:hanging="403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</w:rPr>
              <w:t>1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1</w:t>
            </w:r>
            <w:r w:rsidRPr="00045C52">
              <w:rPr>
                <w:rFonts w:ascii="TH Sarabun New" w:hAnsi="TH Sarabun New" w:cs="TH Sarabun New"/>
                <w:cs/>
              </w:rPr>
              <w:t xml:space="preserve">  ชื่อ</w:t>
            </w:r>
            <w:r w:rsidR="00C00EAF" w:rsidRPr="00045C52">
              <w:rPr>
                <w:rFonts w:ascii="TH Sarabun New" w:hAnsi="TH Sarabun New" w:cs="TH Sarabun New"/>
                <w:cs/>
              </w:rPr>
              <w:t>หัวข้อ</w:t>
            </w:r>
          </w:p>
        </w:tc>
        <w:tc>
          <w:tcPr>
            <w:tcW w:w="1196" w:type="dxa"/>
          </w:tcPr>
          <w:p w14:paraId="76DBF918" w14:textId="77777777" w:rsidR="003B6D71" w:rsidRPr="00045C52" w:rsidRDefault="00E64571" w:rsidP="007B33CA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419327A7" w14:textId="77777777" w:rsidTr="002A4D8C">
        <w:tc>
          <w:tcPr>
            <w:tcW w:w="7110" w:type="dxa"/>
          </w:tcPr>
          <w:p w14:paraId="6398936A" w14:textId="77777777" w:rsidR="003B6D71" w:rsidRPr="00045C52" w:rsidRDefault="003B6D71" w:rsidP="006A5B5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 xml:space="preserve">1.2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6F5C436A" w14:textId="77777777" w:rsidR="003B6D71" w:rsidRPr="00045C52" w:rsidRDefault="00E64571" w:rsidP="00E64571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cs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7DDADF11" w14:textId="77777777" w:rsidTr="002A4D8C">
        <w:tc>
          <w:tcPr>
            <w:tcW w:w="7110" w:type="dxa"/>
          </w:tcPr>
          <w:p w14:paraId="45650C1B" w14:textId="77777777" w:rsidR="003B6D71" w:rsidRPr="00045C52" w:rsidRDefault="003B6D71" w:rsidP="006A5B5C">
            <w:pPr>
              <w:spacing w:line="240" w:lineRule="auto"/>
              <w:ind w:left="677" w:hanging="403"/>
              <w:rPr>
                <w:rFonts w:ascii="TH Sarabun New" w:hAnsi="TH Sarabun New" w:cs="TH Sarabun New"/>
                <w:cs/>
              </w:rPr>
            </w:pPr>
            <w:r w:rsidRPr="00045C52">
              <w:rPr>
                <w:rFonts w:ascii="TH Sarabun New" w:hAnsi="TH Sarabun New" w:cs="TH Sarabun New"/>
                <w:cs/>
              </w:rPr>
              <w:t xml:space="preserve">1.3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508E4ADD" w14:textId="77777777" w:rsidR="003B6D71" w:rsidRPr="00045C52" w:rsidRDefault="00E64571" w:rsidP="0059415E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67E92B9B" w14:textId="77777777" w:rsidTr="002A4D8C">
        <w:tc>
          <w:tcPr>
            <w:tcW w:w="7110" w:type="dxa"/>
          </w:tcPr>
          <w:p w14:paraId="50AC86C3" w14:textId="77777777" w:rsidR="003B6D71" w:rsidRPr="00045C52" w:rsidRDefault="003B6D71" w:rsidP="006A5B5C">
            <w:pPr>
              <w:spacing w:line="240" w:lineRule="auto"/>
              <w:ind w:left="677" w:hanging="403"/>
              <w:rPr>
                <w:rFonts w:ascii="TH Sarabun New" w:hAnsi="TH Sarabun New" w:cs="TH Sarabun New"/>
                <w:cs/>
              </w:rPr>
            </w:pPr>
            <w:r w:rsidRPr="00045C52">
              <w:rPr>
                <w:rFonts w:ascii="TH Sarabun New" w:hAnsi="TH Sarabun New" w:cs="TH Sarabun New"/>
              </w:rPr>
              <w:t>1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05BABCC9" w14:textId="77777777" w:rsidR="003B6D71" w:rsidRPr="00045C52" w:rsidRDefault="00E64571" w:rsidP="0059415E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5565DF90" w14:textId="77777777" w:rsidTr="002A4D8C">
        <w:tc>
          <w:tcPr>
            <w:tcW w:w="7110" w:type="dxa"/>
          </w:tcPr>
          <w:p w14:paraId="773AC92C" w14:textId="77777777" w:rsidR="003B6D71" w:rsidRPr="00045C52" w:rsidRDefault="003B6D71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1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="00747D61"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2544A475" w14:textId="77777777" w:rsidR="003B6D71" w:rsidRPr="00045C52" w:rsidRDefault="00E64571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69888DAD" w14:textId="77777777" w:rsidTr="002A4D8C">
        <w:tc>
          <w:tcPr>
            <w:tcW w:w="7110" w:type="dxa"/>
          </w:tcPr>
          <w:p w14:paraId="403E86F5" w14:textId="77777777" w:rsidR="003B6D71" w:rsidRPr="00045C52" w:rsidRDefault="003B6D71" w:rsidP="002A4D8C">
            <w:pPr>
              <w:spacing w:line="240" w:lineRule="auto"/>
              <w:ind w:left="259" w:hanging="259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b/>
                <w:bCs/>
              </w:rPr>
              <w:t xml:space="preserve">2  </w:t>
            </w: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ชื่อบท</w:t>
            </w:r>
          </w:p>
        </w:tc>
        <w:tc>
          <w:tcPr>
            <w:tcW w:w="1196" w:type="dxa"/>
          </w:tcPr>
          <w:p w14:paraId="39CC3135" w14:textId="77777777" w:rsidR="003B6D71" w:rsidRPr="00045C52" w:rsidRDefault="00E64571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เลขหน้า</w:t>
            </w:r>
          </w:p>
        </w:tc>
      </w:tr>
      <w:tr w:rsidR="003B6D71" w:rsidRPr="00045C52" w14:paraId="4E0367E2" w14:textId="77777777" w:rsidTr="002A4D8C">
        <w:tc>
          <w:tcPr>
            <w:tcW w:w="7110" w:type="dxa"/>
          </w:tcPr>
          <w:p w14:paraId="36B0145E" w14:textId="77777777" w:rsidR="003B6D71" w:rsidRPr="00045C52" w:rsidRDefault="003B6D71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</w:rPr>
              <w:t>2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 xml:space="preserve">1  </w:t>
            </w:r>
            <w:r w:rsidR="007854D0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1C0A30EB" w14:textId="77777777" w:rsidR="003B6D71" w:rsidRPr="00045C52" w:rsidRDefault="00E64571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45F10D32" w14:textId="77777777" w:rsidTr="002A4D8C">
        <w:tc>
          <w:tcPr>
            <w:tcW w:w="7110" w:type="dxa"/>
          </w:tcPr>
          <w:p w14:paraId="73B53200" w14:textId="77777777" w:rsidR="003B6D71" w:rsidRPr="00045C52" w:rsidRDefault="003B6D71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2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 xml:space="preserve">2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094C0F3B" w14:textId="77777777" w:rsidR="003B6D71" w:rsidRPr="00045C52" w:rsidRDefault="00E64571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4E1B2284" w14:textId="77777777" w:rsidTr="002A4D8C">
        <w:tc>
          <w:tcPr>
            <w:tcW w:w="7110" w:type="dxa"/>
          </w:tcPr>
          <w:p w14:paraId="4B940AEF" w14:textId="77777777" w:rsidR="003B6D71" w:rsidRPr="00045C52" w:rsidRDefault="003B6D71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2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3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09744F84" w14:textId="77777777" w:rsidR="003B6D71" w:rsidRPr="00045C52" w:rsidRDefault="00E64571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793F4382" w14:textId="77777777" w:rsidTr="002A4D8C">
        <w:tc>
          <w:tcPr>
            <w:tcW w:w="7110" w:type="dxa"/>
          </w:tcPr>
          <w:p w14:paraId="0207F833" w14:textId="77777777" w:rsidR="003B6D71" w:rsidRPr="00045C52" w:rsidRDefault="003B6D71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2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06C972A1" w14:textId="77777777" w:rsidR="003B6D71" w:rsidRPr="00045C52" w:rsidRDefault="00E64571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3B6D71" w:rsidRPr="00045C52" w14:paraId="6820938B" w14:textId="77777777" w:rsidTr="002A4D8C">
        <w:tc>
          <w:tcPr>
            <w:tcW w:w="7110" w:type="dxa"/>
          </w:tcPr>
          <w:p w14:paraId="0B0DCBD4" w14:textId="77777777" w:rsidR="003B6D71" w:rsidRPr="00045C52" w:rsidRDefault="003B6D71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2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="00747D61"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2B514714" w14:textId="77777777" w:rsidR="003B6D71" w:rsidRPr="00045C52" w:rsidRDefault="00E64571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5E768E" w:rsidRPr="00045C52" w14:paraId="33912347" w14:textId="77777777" w:rsidTr="002A4D8C">
        <w:tc>
          <w:tcPr>
            <w:tcW w:w="7110" w:type="dxa"/>
          </w:tcPr>
          <w:p w14:paraId="6E9524B5" w14:textId="77777777" w:rsidR="005E768E" w:rsidRPr="00045C52" w:rsidRDefault="005E768E" w:rsidP="00191E66">
            <w:pPr>
              <w:spacing w:line="240" w:lineRule="auto"/>
              <w:ind w:left="259" w:hanging="259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3  ชื่อบท</w:t>
            </w:r>
          </w:p>
        </w:tc>
        <w:tc>
          <w:tcPr>
            <w:tcW w:w="1196" w:type="dxa"/>
          </w:tcPr>
          <w:p w14:paraId="6AAE160F" w14:textId="77777777" w:rsidR="005E768E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เลขหน้า</w:t>
            </w:r>
          </w:p>
        </w:tc>
      </w:tr>
      <w:tr w:rsidR="00B01CB8" w:rsidRPr="00045C52" w14:paraId="6BE4A07C" w14:textId="77777777" w:rsidTr="002A4D8C">
        <w:tc>
          <w:tcPr>
            <w:tcW w:w="7110" w:type="dxa"/>
          </w:tcPr>
          <w:p w14:paraId="62032EDC" w14:textId="77777777" w:rsidR="00B01CB8" w:rsidRPr="00045C52" w:rsidRDefault="00B01CB8" w:rsidP="00F655FB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3.</w:t>
            </w:r>
            <w:r w:rsidRPr="00045C52">
              <w:rPr>
                <w:rFonts w:ascii="TH Sarabun New" w:hAnsi="TH Sarabun New" w:cs="TH Sarabun New"/>
              </w:rPr>
              <w:t xml:space="preserve">1  </w:t>
            </w:r>
            <w:r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2F29A67C" w14:textId="77777777" w:rsidR="00B01CB8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01CB8" w:rsidRPr="00045C52" w14:paraId="1657670F" w14:textId="77777777" w:rsidTr="002A4D8C">
        <w:tc>
          <w:tcPr>
            <w:tcW w:w="7110" w:type="dxa"/>
          </w:tcPr>
          <w:p w14:paraId="3CEDB327" w14:textId="77777777" w:rsidR="00B01CB8" w:rsidRPr="00045C52" w:rsidRDefault="00B01CB8" w:rsidP="00F655FB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3.</w:t>
            </w:r>
            <w:r w:rsidRPr="00045C52">
              <w:rPr>
                <w:rFonts w:ascii="TH Sarabun New" w:hAnsi="TH Sarabun New" w:cs="TH Sarabun New"/>
              </w:rPr>
              <w:t xml:space="preserve">2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05FEAD9F" w14:textId="77777777" w:rsidR="00B01CB8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cs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01CB8" w:rsidRPr="00045C52" w14:paraId="6379473E" w14:textId="77777777" w:rsidTr="002A4D8C">
        <w:tc>
          <w:tcPr>
            <w:tcW w:w="7110" w:type="dxa"/>
          </w:tcPr>
          <w:p w14:paraId="32196A11" w14:textId="77777777" w:rsidR="00B01CB8" w:rsidRPr="00045C52" w:rsidRDefault="00B01CB8" w:rsidP="00F655FB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3.</w:t>
            </w:r>
            <w:r w:rsidRPr="00045C52">
              <w:rPr>
                <w:rFonts w:ascii="TH Sarabun New" w:hAnsi="TH Sarabun New" w:cs="TH Sarabun New"/>
              </w:rPr>
              <w:t>3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1406C9D2" w14:textId="77777777" w:rsidR="00B01CB8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cs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01CB8" w:rsidRPr="00045C52" w14:paraId="349E4C42" w14:textId="77777777" w:rsidTr="002A4D8C">
        <w:tc>
          <w:tcPr>
            <w:tcW w:w="7110" w:type="dxa"/>
          </w:tcPr>
          <w:p w14:paraId="3EAEFA14" w14:textId="77777777" w:rsidR="00B01CB8" w:rsidRPr="00045C52" w:rsidRDefault="00B01CB8" w:rsidP="00F655FB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3.</w:t>
            </w: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59BCA1F6" w14:textId="77777777" w:rsidR="00B01CB8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01CB8" w:rsidRPr="00045C52" w14:paraId="1C6D39BA" w14:textId="77777777" w:rsidTr="002A4D8C">
        <w:tc>
          <w:tcPr>
            <w:tcW w:w="7110" w:type="dxa"/>
          </w:tcPr>
          <w:p w14:paraId="37E05D6A" w14:textId="77777777" w:rsidR="00B01CB8" w:rsidRPr="00045C52" w:rsidRDefault="00B01CB8" w:rsidP="00747D61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3.</w:t>
            </w:r>
            <w:r w:rsidR="00747D61"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olor w:val="FF0000"/>
                <w:cs/>
              </w:rPr>
              <w:t xml:space="preserve"> </w:t>
            </w:r>
            <w:r w:rsidRPr="00045C52">
              <w:rPr>
                <w:rFonts w:ascii="TH Sarabun New" w:hAnsi="TH Sarabun New" w:cs="TH Sarabun New"/>
                <w:cs/>
              </w:rPr>
              <w:t xml:space="preserve"> </w:t>
            </w:r>
            <w:r w:rsidR="0059415E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356C7264" w14:textId="77777777" w:rsidR="00B01CB8" w:rsidRPr="00045C52" w:rsidRDefault="001A7C98" w:rsidP="003978C4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5E768E" w:rsidRPr="00045C52" w14:paraId="0A3F2301" w14:textId="77777777" w:rsidTr="002A4D8C">
        <w:tc>
          <w:tcPr>
            <w:tcW w:w="7110" w:type="dxa"/>
          </w:tcPr>
          <w:p w14:paraId="254C4E6B" w14:textId="77777777" w:rsidR="005E768E" w:rsidRPr="00045C52" w:rsidRDefault="005E768E" w:rsidP="002A4D8C">
            <w:pPr>
              <w:spacing w:line="240" w:lineRule="auto"/>
              <w:ind w:left="259" w:hanging="259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</w:rPr>
              <w:t xml:space="preserve">4  </w:t>
            </w:r>
            <w:r w:rsidR="007854D0" w:rsidRPr="00045C52">
              <w:rPr>
                <w:rFonts w:ascii="TH Sarabun New" w:hAnsi="TH Sarabun New" w:cs="TH Sarabun New"/>
                <w:b/>
                <w:bCs/>
                <w:cs/>
              </w:rPr>
              <w:t>ชื่อบท</w:t>
            </w:r>
          </w:p>
        </w:tc>
        <w:tc>
          <w:tcPr>
            <w:tcW w:w="1196" w:type="dxa"/>
          </w:tcPr>
          <w:p w14:paraId="7B691B09" w14:textId="77777777" w:rsidR="005E768E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เลขหน้า</w:t>
            </w:r>
          </w:p>
        </w:tc>
      </w:tr>
      <w:tr w:rsidR="005E768E" w:rsidRPr="00045C52" w14:paraId="548C82F1" w14:textId="77777777" w:rsidTr="002A4D8C">
        <w:tc>
          <w:tcPr>
            <w:tcW w:w="7110" w:type="dxa"/>
          </w:tcPr>
          <w:p w14:paraId="332EA538" w14:textId="77777777" w:rsidR="005E768E" w:rsidRPr="00045C52" w:rsidRDefault="005E768E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 xml:space="preserve">1  </w:t>
            </w:r>
            <w:r w:rsidR="007854D0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1F85369A" w14:textId="77777777" w:rsidR="005E768E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5E768E" w:rsidRPr="00045C52" w14:paraId="679F0699" w14:textId="77777777" w:rsidTr="002A4D8C">
        <w:tc>
          <w:tcPr>
            <w:tcW w:w="7110" w:type="dxa"/>
          </w:tcPr>
          <w:p w14:paraId="2D883EF4" w14:textId="77777777" w:rsidR="005E768E" w:rsidRPr="00045C52" w:rsidRDefault="005E768E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 xml:space="preserve">2  </w:t>
            </w:r>
            <w:r w:rsidR="001A5B65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5EE3E397" w14:textId="77777777" w:rsidR="005E768E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5E768E" w:rsidRPr="00045C52" w14:paraId="2EFC6CA6" w14:textId="77777777" w:rsidTr="002A4D8C">
        <w:tc>
          <w:tcPr>
            <w:tcW w:w="7110" w:type="dxa"/>
          </w:tcPr>
          <w:p w14:paraId="5ACD0741" w14:textId="77777777" w:rsidR="005E768E" w:rsidRPr="00045C52" w:rsidRDefault="005E768E" w:rsidP="00F655FB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3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1A5B65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069C2321" w14:textId="77777777" w:rsidR="005E768E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5E768E" w:rsidRPr="00045C52" w14:paraId="7BD0ADB8" w14:textId="77777777" w:rsidTr="002A4D8C">
        <w:tc>
          <w:tcPr>
            <w:tcW w:w="7110" w:type="dxa"/>
          </w:tcPr>
          <w:p w14:paraId="24E0F6F8" w14:textId="77777777" w:rsidR="005E768E" w:rsidRPr="00045C52" w:rsidRDefault="005E768E" w:rsidP="00F655FB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4.</w:t>
            </w: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1A5B65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656F59B0" w14:textId="77777777" w:rsidR="005E768E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5E768E" w:rsidRPr="00045C52" w14:paraId="04F0C11B" w14:textId="77777777" w:rsidTr="002A4D8C">
        <w:tc>
          <w:tcPr>
            <w:tcW w:w="7110" w:type="dxa"/>
          </w:tcPr>
          <w:p w14:paraId="0FA5648E" w14:textId="77777777" w:rsidR="005E768E" w:rsidRPr="00045C52" w:rsidRDefault="005E768E" w:rsidP="00747D61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4.</w:t>
            </w:r>
            <w:r w:rsidR="00747D61"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="001A5B65"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1196" w:type="dxa"/>
          </w:tcPr>
          <w:p w14:paraId="570F670A" w14:textId="77777777" w:rsidR="005E768E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</w:tbl>
    <w:p w14:paraId="37494D8A" w14:textId="77777777" w:rsidR="002A4D8C" w:rsidRDefault="002A4D8C"/>
    <w:p w14:paraId="03844580" w14:textId="77777777" w:rsidR="003C3C95" w:rsidRDefault="003C3C95"/>
    <w:p w14:paraId="10A944A9" w14:textId="71435A3C" w:rsidR="002A4D8C" w:rsidRPr="002A4D8C" w:rsidRDefault="002A4D8C" w:rsidP="002A4D8C">
      <w:pPr>
        <w:spacing w:after="480" w:line="240" w:lineRule="auto"/>
        <w:ind w:left="0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2A4D8C">
        <w:rPr>
          <w:rFonts w:ascii="TH Sarabun New" w:hAnsi="TH Sarabun New" w:cs="TH Sarabun New"/>
          <w:b/>
          <w:bCs/>
          <w:sz w:val="36"/>
          <w:szCs w:val="36"/>
          <w:cs/>
        </w:rPr>
        <w:lastRenderedPageBreak/>
        <w:t>สารบัญ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10"/>
        <w:gridCol w:w="1196"/>
      </w:tblGrid>
      <w:tr w:rsidR="002A4D8C" w:rsidRPr="00045C52" w14:paraId="4455C28D" w14:textId="77777777" w:rsidTr="002A4D8C">
        <w:tc>
          <w:tcPr>
            <w:tcW w:w="4280" w:type="pct"/>
          </w:tcPr>
          <w:p w14:paraId="37499A7C" w14:textId="086824EC" w:rsidR="002A4D8C" w:rsidRPr="00045C52" w:rsidRDefault="002A4D8C" w:rsidP="002A4D8C">
            <w:pPr>
              <w:spacing w:line="240" w:lineRule="auto"/>
              <w:ind w:left="0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บทที่</w:t>
            </w:r>
          </w:p>
        </w:tc>
        <w:tc>
          <w:tcPr>
            <w:tcW w:w="720" w:type="pct"/>
          </w:tcPr>
          <w:p w14:paraId="1DB859B2" w14:textId="046AE3C5" w:rsidR="002A4D8C" w:rsidRPr="00045C52" w:rsidRDefault="003C3C95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  <w: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หน้า</w:t>
            </w:r>
          </w:p>
        </w:tc>
      </w:tr>
      <w:tr w:rsidR="002A4D8C" w:rsidRPr="00045C52" w14:paraId="0FB080D8" w14:textId="77777777" w:rsidTr="002A4D8C">
        <w:tc>
          <w:tcPr>
            <w:tcW w:w="4280" w:type="pct"/>
          </w:tcPr>
          <w:p w14:paraId="232CCD73" w14:textId="77777777" w:rsidR="002A4D8C" w:rsidRPr="00045C52" w:rsidRDefault="002A4D8C" w:rsidP="002A4D8C">
            <w:pPr>
              <w:spacing w:line="240" w:lineRule="auto"/>
              <w:ind w:left="259" w:hanging="259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</w:rPr>
              <w:t>5</w:t>
            </w:r>
            <w:r w:rsidRPr="00045C52">
              <w:rPr>
                <w:rFonts w:ascii="TH Sarabun New" w:hAnsi="TH Sarabun New" w:cs="TH Sarabun New"/>
                <w:b/>
                <w:bCs/>
                <w:cs/>
              </w:rPr>
              <w:t xml:space="preserve">  ชื่อบท</w:t>
            </w:r>
          </w:p>
        </w:tc>
        <w:tc>
          <w:tcPr>
            <w:tcW w:w="720" w:type="pct"/>
          </w:tcPr>
          <w:p w14:paraId="08D287CD" w14:textId="77777777" w:rsidR="002A4D8C" w:rsidRPr="00045C52" w:rsidRDefault="002A4D8C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เลขหน้า</w:t>
            </w:r>
          </w:p>
        </w:tc>
      </w:tr>
      <w:tr w:rsidR="002A4D8C" w:rsidRPr="00045C52" w14:paraId="232FC11D" w14:textId="77777777" w:rsidTr="002A4D8C">
        <w:tc>
          <w:tcPr>
            <w:tcW w:w="4280" w:type="pct"/>
          </w:tcPr>
          <w:p w14:paraId="014B88E2" w14:textId="77777777" w:rsidR="002A4D8C" w:rsidRPr="00045C52" w:rsidRDefault="002A4D8C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 xml:space="preserve">1  </w:t>
            </w:r>
            <w:r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720" w:type="pct"/>
          </w:tcPr>
          <w:p w14:paraId="49CEF23C" w14:textId="77777777" w:rsidR="002A4D8C" w:rsidRPr="00045C52" w:rsidRDefault="002A4D8C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2A4D8C" w:rsidRPr="00045C52" w14:paraId="63BB73B5" w14:textId="77777777" w:rsidTr="002A4D8C">
        <w:tc>
          <w:tcPr>
            <w:tcW w:w="4280" w:type="pct"/>
          </w:tcPr>
          <w:p w14:paraId="7A104841" w14:textId="77777777" w:rsidR="002A4D8C" w:rsidRPr="00045C52" w:rsidRDefault="002A4D8C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 xml:space="preserve">2  </w:t>
            </w:r>
            <w:r w:rsidRPr="00045C52">
              <w:rPr>
                <w:rFonts w:ascii="TH Sarabun New" w:hAnsi="TH Sarabun New" w:cs="TH Sarabun New"/>
                <w:cs/>
              </w:rPr>
              <w:t>ชื่อหัวข้อ</w:t>
            </w:r>
          </w:p>
        </w:tc>
        <w:tc>
          <w:tcPr>
            <w:tcW w:w="720" w:type="pct"/>
          </w:tcPr>
          <w:p w14:paraId="5DB0D3D5" w14:textId="77777777" w:rsidR="002A4D8C" w:rsidRPr="00045C52" w:rsidRDefault="002A4D8C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2A4D8C" w:rsidRPr="00045C52" w14:paraId="51596CF8" w14:textId="77777777" w:rsidTr="002A4D8C">
        <w:tc>
          <w:tcPr>
            <w:tcW w:w="4280" w:type="pct"/>
          </w:tcPr>
          <w:p w14:paraId="2952E516" w14:textId="77777777" w:rsidR="002A4D8C" w:rsidRPr="00045C52" w:rsidRDefault="002A4D8C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3</w:t>
            </w:r>
            <w:r w:rsidRPr="00045C52">
              <w:rPr>
                <w:rFonts w:ascii="TH Sarabun New" w:hAnsi="TH Sarabun New" w:cs="TH Sarabun New"/>
                <w:cs/>
              </w:rPr>
              <w:t xml:space="preserve">  ชื่อหัวข้อ</w:t>
            </w:r>
          </w:p>
        </w:tc>
        <w:tc>
          <w:tcPr>
            <w:tcW w:w="720" w:type="pct"/>
          </w:tcPr>
          <w:p w14:paraId="6C2B39E8" w14:textId="77777777" w:rsidR="002A4D8C" w:rsidRPr="00045C52" w:rsidRDefault="002A4D8C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2A4D8C" w:rsidRPr="00045C52" w14:paraId="1E412950" w14:textId="77777777" w:rsidTr="002A4D8C">
        <w:tc>
          <w:tcPr>
            <w:tcW w:w="4280" w:type="pct"/>
          </w:tcPr>
          <w:p w14:paraId="6EB65150" w14:textId="77777777" w:rsidR="002A4D8C" w:rsidRPr="00045C52" w:rsidRDefault="002A4D8C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4</w:t>
            </w:r>
            <w:r w:rsidRPr="00045C52">
              <w:rPr>
                <w:rFonts w:ascii="TH Sarabun New" w:hAnsi="TH Sarabun New" w:cs="TH Sarabun New"/>
                <w:cs/>
              </w:rPr>
              <w:t xml:space="preserve">  ชื่อหัวข้อ</w:t>
            </w:r>
          </w:p>
        </w:tc>
        <w:tc>
          <w:tcPr>
            <w:tcW w:w="720" w:type="pct"/>
          </w:tcPr>
          <w:p w14:paraId="635A677E" w14:textId="77777777" w:rsidR="002A4D8C" w:rsidRPr="00045C52" w:rsidRDefault="002A4D8C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2A4D8C" w:rsidRPr="00045C52" w14:paraId="79BFEBF7" w14:textId="77777777" w:rsidTr="002A4D8C">
        <w:tc>
          <w:tcPr>
            <w:tcW w:w="4280" w:type="pct"/>
          </w:tcPr>
          <w:p w14:paraId="44DAA20D" w14:textId="77777777" w:rsidR="002A4D8C" w:rsidRPr="00045C52" w:rsidRDefault="002A4D8C" w:rsidP="002A4D8C">
            <w:pPr>
              <w:spacing w:line="240" w:lineRule="auto"/>
              <w:ind w:left="677" w:hanging="403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>.</w:t>
            </w:r>
            <w:r w:rsidRPr="00045C52">
              <w:rPr>
                <w:rFonts w:ascii="TH Sarabun New" w:hAnsi="TH Sarabun New" w:cs="TH Sarabun New"/>
              </w:rPr>
              <w:t>5</w:t>
            </w:r>
            <w:r w:rsidRPr="00045C52">
              <w:rPr>
                <w:rFonts w:ascii="TH Sarabun New" w:hAnsi="TH Sarabun New" w:cs="TH Sarabun New"/>
                <w:cs/>
              </w:rPr>
              <w:t xml:space="preserve">  ชื่อหัวข้อ</w:t>
            </w:r>
          </w:p>
        </w:tc>
        <w:tc>
          <w:tcPr>
            <w:tcW w:w="720" w:type="pct"/>
          </w:tcPr>
          <w:p w14:paraId="1287AB36" w14:textId="77777777" w:rsidR="002A4D8C" w:rsidRPr="00045C52" w:rsidRDefault="002A4D8C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B34D3" w:rsidRPr="00045C52" w14:paraId="7932147C" w14:textId="77777777" w:rsidTr="002A4D8C">
        <w:tc>
          <w:tcPr>
            <w:tcW w:w="4280" w:type="pct"/>
          </w:tcPr>
          <w:p w14:paraId="41810A9B" w14:textId="77777777" w:rsidR="00BB34D3" w:rsidRPr="00045C52" w:rsidRDefault="00BB34D3" w:rsidP="00BB34D3">
            <w:pPr>
              <w:spacing w:line="240" w:lineRule="auto"/>
              <w:ind w:left="0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รายการอ้างอิง</w:t>
            </w:r>
          </w:p>
        </w:tc>
        <w:tc>
          <w:tcPr>
            <w:tcW w:w="720" w:type="pct"/>
          </w:tcPr>
          <w:p w14:paraId="0E80AB23" w14:textId="77777777" w:rsidR="00BB34D3" w:rsidRPr="00045C52" w:rsidRDefault="00BB34D3" w:rsidP="009609B5">
            <w:pPr>
              <w:tabs>
                <w:tab w:val="left" w:pos="3012"/>
              </w:tabs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 xml:space="preserve"> </w:t>
            </w:r>
            <w:r w:rsidRPr="00045C52">
              <w:rPr>
                <w:rFonts w:ascii="TH Sarabun New" w:hAnsi="TH Sarabun New" w:cs="TH Sarabun New"/>
                <w:b/>
                <w:bCs/>
                <w:color w:val="FF0000"/>
                <w:cs/>
              </w:rPr>
              <w:t xml:space="preserve"> </w:t>
            </w:r>
            <w:r w:rsidR="001A7C98" w:rsidRPr="00045C52">
              <w:rPr>
                <w:rFonts w:ascii="TH Sarabun New" w:hAnsi="TH Sarabun New" w:cs="TH Sarabun New"/>
                <w:b/>
                <w:bCs/>
                <w:cs/>
              </w:rPr>
              <w:t>เลขหน้า</w:t>
            </w:r>
          </w:p>
        </w:tc>
      </w:tr>
      <w:tr w:rsidR="00BB34D3" w:rsidRPr="00045C52" w14:paraId="5A1C6238" w14:textId="77777777" w:rsidTr="002A4D8C">
        <w:tc>
          <w:tcPr>
            <w:tcW w:w="4280" w:type="pct"/>
          </w:tcPr>
          <w:p w14:paraId="1148D0C9" w14:textId="77777777" w:rsidR="00BB34D3" w:rsidRPr="00045C52" w:rsidRDefault="00BB34D3" w:rsidP="002A4D8C">
            <w:pPr>
              <w:spacing w:line="240" w:lineRule="auto"/>
              <w:ind w:left="0"/>
              <w:rPr>
                <w:rFonts w:ascii="TH Sarabun New" w:hAnsi="TH Sarabun New" w:cs="TH Sarabun New"/>
                <w:b/>
                <w:bCs/>
                <w: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ภาคผนวก</w:t>
            </w:r>
          </w:p>
        </w:tc>
        <w:tc>
          <w:tcPr>
            <w:tcW w:w="720" w:type="pct"/>
          </w:tcPr>
          <w:p w14:paraId="317E6CB0" w14:textId="77777777" w:rsidR="00BB34D3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เลขหน้า</w:t>
            </w:r>
          </w:p>
        </w:tc>
      </w:tr>
      <w:tr w:rsidR="00BB34D3" w:rsidRPr="00045C52" w14:paraId="5EF63B90" w14:textId="77777777" w:rsidTr="002A4D8C">
        <w:tc>
          <w:tcPr>
            <w:tcW w:w="4280" w:type="pct"/>
          </w:tcPr>
          <w:p w14:paraId="0DF0E6B9" w14:textId="77777777" w:rsidR="00BB34D3" w:rsidRPr="00045C52" w:rsidRDefault="00BB34D3" w:rsidP="002A4D8C">
            <w:pPr>
              <w:spacing w:line="240" w:lineRule="auto"/>
              <w:ind w:left="1512" w:hanging="1238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cs/>
              </w:rPr>
              <w:t xml:space="preserve">ภาคผนวก  ก  </w:t>
            </w:r>
            <w:r w:rsidRPr="00045C52">
              <w:rPr>
                <w:rFonts w:ascii="TH Sarabun New" w:hAnsi="TH Sarabun New" w:cs="TH Sarabun New"/>
                <w:color w:val="FF0000"/>
                <w:cs/>
              </w:rPr>
              <w:t>ชื่อ</w:t>
            </w:r>
          </w:p>
        </w:tc>
        <w:tc>
          <w:tcPr>
            <w:tcW w:w="720" w:type="pct"/>
          </w:tcPr>
          <w:p w14:paraId="6DCFFBA8" w14:textId="77777777" w:rsidR="00BB34D3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B34D3" w:rsidRPr="00045C52" w14:paraId="4ECDBA42" w14:textId="77777777" w:rsidTr="002A4D8C">
        <w:tc>
          <w:tcPr>
            <w:tcW w:w="4280" w:type="pct"/>
          </w:tcPr>
          <w:p w14:paraId="2757F3EE" w14:textId="77777777" w:rsidR="00BB34D3" w:rsidRPr="00045C52" w:rsidRDefault="00BB34D3" w:rsidP="002A4D8C">
            <w:pPr>
              <w:spacing w:line="240" w:lineRule="auto"/>
              <w:ind w:left="1512" w:hanging="1238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cs/>
              </w:rPr>
              <w:t xml:space="preserve">ภาคผนวก  ข  </w:t>
            </w:r>
            <w:r w:rsidR="002103B4" w:rsidRPr="00045C52">
              <w:rPr>
                <w:rFonts w:ascii="TH Sarabun New" w:hAnsi="TH Sarabun New" w:cs="TH Sarabun New"/>
                <w:color w:val="FF0000"/>
                <w:cs/>
              </w:rPr>
              <w:t>ชื่อ</w:t>
            </w:r>
          </w:p>
        </w:tc>
        <w:tc>
          <w:tcPr>
            <w:tcW w:w="720" w:type="pct"/>
          </w:tcPr>
          <w:p w14:paraId="7435CB86" w14:textId="77777777" w:rsidR="00BB34D3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B34D3" w:rsidRPr="00045C52" w14:paraId="6F54338E" w14:textId="77777777" w:rsidTr="002A4D8C">
        <w:tc>
          <w:tcPr>
            <w:tcW w:w="4280" w:type="pct"/>
          </w:tcPr>
          <w:p w14:paraId="456F4314" w14:textId="77777777" w:rsidR="00BB34D3" w:rsidRPr="00045C52" w:rsidRDefault="00BB34D3" w:rsidP="002A4D8C">
            <w:pPr>
              <w:spacing w:line="240" w:lineRule="auto"/>
              <w:ind w:left="1512" w:hanging="1238"/>
              <w:rPr>
                <w:rFonts w:ascii="TH Sarabun New" w:hAnsi="TH Sarabun New" w:cs="TH Sarabun New"/>
                <w:b/>
                <w:bCs/>
                <w:cs/>
              </w:rPr>
            </w:pPr>
            <w:r w:rsidRPr="00045C52">
              <w:rPr>
                <w:rFonts w:ascii="TH Sarabun New" w:hAnsi="TH Sarabun New" w:cs="TH Sarabun New"/>
                <w:cs/>
              </w:rPr>
              <w:t xml:space="preserve">ภาคผนวก  ค  </w:t>
            </w:r>
            <w:r w:rsidR="002103B4" w:rsidRPr="00045C52">
              <w:rPr>
                <w:rFonts w:ascii="TH Sarabun New" w:hAnsi="TH Sarabun New" w:cs="TH Sarabun New"/>
                <w:color w:val="FF0000"/>
                <w:cs/>
              </w:rPr>
              <w:t>ชื่อ</w:t>
            </w:r>
          </w:p>
        </w:tc>
        <w:tc>
          <w:tcPr>
            <w:tcW w:w="720" w:type="pct"/>
          </w:tcPr>
          <w:p w14:paraId="586D2C95" w14:textId="77777777" w:rsidR="00BB34D3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BB34D3" w:rsidRPr="00045C52" w14:paraId="2131A724" w14:textId="77777777" w:rsidTr="002A4D8C">
        <w:tc>
          <w:tcPr>
            <w:tcW w:w="4280" w:type="pct"/>
          </w:tcPr>
          <w:p w14:paraId="0C4AD037" w14:textId="76E7CF97" w:rsidR="00BB34D3" w:rsidRPr="00045C52" w:rsidRDefault="00BB34D3" w:rsidP="002A4D8C">
            <w:pPr>
              <w:spacing w:line="240" w:lineRule="auto"/>
              <w:ind w:left="0"/>
              <w:rPr>
                <w:rFonts w:ascii="TH Sarabun New" w:hAnsi="TH Sarabun New" w:cs="TH Sarabun New"/>
                <w:b/>
                <w:bCs/>
                <w: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ประวัติผู้</w:t>
            </w:r>
            <w:r w:rsidR="002A4D8C">
              <w:rPr>
                <w:rFonts w:ascii="TH Sarabun New" w:hAnsi="TH Sarabun New" w:cs="TH Sarabun New" w:hint="cs"/>
                <w:b/>
                <w:bCs/>
                <w:cs/>
              </w:rPr>
              <w:t>ประพันธ์</w:t>
            </w:r>
          </w:p>
        </w:tc>
        <w:tc>
          <w:tcPr>
            <w:tcW w:w="720" w:type="pct"/>
          </w:tcPr>
          <w:p w14:paraId="2D228AC0" w14:textId="77777777" w:rsidR="00BB34D3" w:rsidRPr="00045C52" w:rsidRDefault="001A7C98" w:rsidP="002A4D8C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เลขหน้า</w:t>
            </w:r>
          </w:p>
        </w:tc>
      </w:tr>
    </w:tbl>
    <w:p w14:paraId="08E5DD2F" w14:textId="77777777" w:rsidR="00EA794B" w:rsidRPr="00045C52" w:rsidRDefault="00EA794B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75630407" w14:textId="77777777" w:rsidR="00F96D89" w:rsidRPr="00045C52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729E63F8" w14:textId="77777777" w:rsidR="00F96D89" w:rsidRPr="00045C52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416E22CB" w14:textId="77777777" w:rsidR="00F96D89" w:rsidRPr="00045C52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3939AFC5" w14:textId="77777777" w:rsidR="00F96D89" w:rsidRPr="00045C52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7518F33A" w14:textId="77777777" w:rsidR="00F96D89" w:rsidRPr="00045C52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5937F008" w14:textId="77777777" w:rsidR="00F96D89" w:rsidRPr="00045C52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52003567" w14:textId="77777777" w:rsidR="00F96D89" w:rsidRPr="00045C52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6D0D89BB" w14:textId="77777777" w:rsidR="00F96D89" w:rsidRDefault="00F96D89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7BDFED5B" w14:textId="77777777" w:rsidR="003C3C95" w:rsidRPr="00045C52" w:rsidRDefault="003C3C95" w:rsidP="00F96D89">
      <w:pPr>
        <w:spacing w:line="480" w:lineRule="auto"/>
        <w:ind w:left="0"/>
        <w:jc w:val="thaiDistribute"/>
        <w:rPr>
          <w:rFonts w:ascii="TH Sarabun New" w:hAnsi="TH Sarabun New" w:cs="TH Sarabun New"/>
          <w:b/>
          <w:bCs/>
          <w:sz w:val="24"/>
        </w:rPr>
      </w:pPr>
    </w:p>
    <w:p w14:paraId="00C72D58" w14:textId="77777777" w:rsidR="00115ABA" w:rsidRPr="002A4D8C" w:rsidRDefault="00115ABA" w:rsidP="00115ABA">
      <w:pPr>
        <w:spacing w:line="480" w:lineRule="auto"/>
        <w:ind w:left="0"/>
        <w:jc w:val="center"/>
        <w:rPr>
          <w:rFonts w:ascii="TH Sarabun New" w:hAnsi="TH Sarabun New" w:cs="TH Sarabun New"/>
          <w:b/>
          <w:bCs/>
          <w:sz w:val="28"/>
          <w:szCs w:val="36"/>
          <w:cs/>
        </w:rPr>
      </w:pPr>
      <w:r w:rsidRPr="002A4D8C">
        <w:rPr>
          <w:rFonts w:ascii="TH Sarabun New" w:hAnsi="TH Sarabun New" w:cs="TH Sarabun New"/>
          <w:b/>
          <w:bCs/>
          <w:sz w:val="28"/>
          <w:szCs w:val="36"/>
          <w:cs/>
        </w:rPr>
        <w:lastRenderedPageBreak/>
        <w:t>สารบัญตาราง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232"/>
        <w:gridCol w:w="1074"/>
      </w:tblGrid>
      <w:tr w:rsidR="00B01CB8" w:rsidRPr="00045C52" w14:paraId="67D4CA84" w14:textId="77777777" w:rsidTr="004C11B0">
        <w:tc>
          <w:tcPr>
            <w:tcW w:w="7308" w:type="dxa"/>
          </w:tcPr>
          <w:p w14:paraId="742342E3" w14:textId="77777777" w:rsidR="00B01CB8" w:rsidRPr="00045C52" w:rsidRDefault="00B01CB8" w:rsidP="003C3C95">
            <w:pPr>
              <w:spacing w:line="240" w:lineRule="auto"/>
              <w:ind w:left="0"/>
              <w:rPr>
                <w:rFonts w:ascii="TH Sarabun New" w:hAnsi="TH Sarabun New" w:cs="TH Sarabun New"/>
                <w:b/>
                <w:bCs/>
                <w: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ตาราง</w:t>
            </w:r>
          </w:p>
        </w:tc>
        <w:tc>
          <w:tcPr>
            <w:tcW w:w="1080" w:type="dxa"/>
          </w:tcPr>
          <w:p w14:paraId="07C9E7F8" w14:textId="77777777" w:rsidR="00B01CB8" w:rsidRPr="00045C52" w:rsidRDefault="00B01CB8" w:rsidP="003C3C95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หน้า</w:t>
            </w:r>
          </w:p>
        </w:tc>
      </w:tr>
      <w:tr w:rsidR="00B01CB8" w:rsidRPr="00045C52" w14:paraId="181D5BBA" w14:textId="77777777" w:rsidTr="004C11B0">
        <w:tc>
          <w:tcPr>
            <w:tcW w:w="7308" w:type="dxa"/>
          </w:tcPr>
          <w:p w14:paraId="696A1759" w14:textId="0E87485C" w:rsidR="00B01CB8" w:rsidRPr="00045C52" w:rsidRDefault="00747D61" w:rsidP="00747D61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</w:rPr>
              <w:t>1.1</w:t>
            </w:r>
            <w:r w:rsidR="00B01CB8" w:rsidRPr="00045C52">
              <w:rPr>
                <w:rFonts w:ascii="TH Sarabun New" w:hAnsi="TH Sarabun New" w:cs="TH Sarabun New"/>
                <w:cs/>
              </w:rPr>
              <w:t xml:space="preserve">  </w:t>
            </w:r>
            <w:r w:rsidRPr="00045C52">
              <w:rPr>
                <w:rFonts w:ascii="TH Sarabun New" w:hAnsi="TH Sarabun New" w:cs="TH Sarabun New"/>
                <w:cs/>
              </w:rPr>
              <w:t>ชื่อตารางจะต้องตรงกันกับเนื้อหาภายในเล่ม</w:t>
            </w:r>
          </w:p>
        </w:tc>
        <w:tc>
          <w:tcPr>
            <w:tcW w:w="1080" w:type="dxa"/>
          </w:tcPr>
          <w:p w14:paraId="260E92AA" w14:textId="3613DA6D" w:rsidR="00B01CB8" w:rsidRPr="00045C52" w:rsidRDefault="001A7C98" w:rsidP="004C11B0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4174DC" w:rsidRPr="00045C52" w14:paraId="3E86C285" w14:textId="77777777" w:rsidTr="004C11B0">
        <w:tc>
          <w:tcPr>
            <w:tcW w:w="7308" w:type="dxa"/>
          </w:tcPr>
          <w:p w14:paraId="3954AB7D" w14:textId="77777777" w:rsidR="004174DC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4174DC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0043A7BE" w14:textId="77777777" w:rsidR="004174DC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6C5B9F7E" w14:textId="77777777" w:rsidTr="004C11B0">
        <w:tc>
          <w:tcPr>
            <w:tcW w:w="7308" w:type="dxa"/>
          </w:tcPr>
          <w:p w14:paraId="52E13F62" w14:textId="77777777" w:rsidR="00FD108B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26497D60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25884F38" w14:textId="77777777" w:rsidTr="004C11B0">
        <w:tc>
          <w:tcPr>
            <w:tcW w:w="7308" w:type="dxa"/>
          </w:tcPr>
          <w:p w14:paraId="120299E4" w14:textId="77777777" w:rsidR="00FD108B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08D66FB6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426471AA" w14:textId="77777777" w:rsidTr="004C11B0">
        <w:tc>
          <w:tcPr>
            <w:tcW w:w="7308" w:type="dxa"/>
          </w:tcPr>
          <w:p w14:paraId="7953D05C" w14:textId="77777777" w:rsidR="00FD108B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1F6D6265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532C487F" w14:textId="77777777" w:rsidTr="004C11B0">
        <w:tc>
          <w:tcPr>
            <w:tcW w:w="7308" w:type="dxa"/>
          </w:tcPr>
          <w:p w14:paraId="226970B5" w14:textId="77777777" w:rsidR="00FD108B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4215A373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6ABAEF88" w14:textId="77777777" w:rsidTr="004C11B0">
        <w:tc>
          <w:tcPr>
            <w:tcW w:w="7308" w:type="dxa"/>
          </w:tcPr>
          <w:p w14:paraId="64E6022E" w14:textId="77777777" w:rsidR="00FD108B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66EE9AF1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0E079B2F" w14:textId="77777777" w:rsidTr="004C11B0">
        <w:tc>
          <w:tcPr>
            <w:tcW w:w="7308" w:type="dxa"/>
          </w:tcPr>
          <w:p w14:paraId="20842866" w14:textId="77777777" w:rsidR="00FD108B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090E8B6D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534E9FAD" w14:textId="77777777" w:rsidTr="004C11B0">
        <w:tc>
          <w:tcPr>
            <w:tcW w:w="7308" w:type="dxa"/>
          </w:tcPr>
          <w:p w14:paraId="54D91198" w14:textId="77777777" w:rsidR="00FD108B" w:rsidRPr="00045C52" w:rsidRDefault="0076070B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2684E4EA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18A9297E" w14:textId="77777777" w:rsidTr="004C11B0">
        <w:tc>
          <w:tcPr>
            <w:tcW w:w="7308" w:type="dxa"/>
          </w:tcPr>
          <w:p w14:paraId="0A50924F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500987BC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5A98BB2E" w14:textId="77777777" w:rsidTr="004C11B0">
        <w:tc>
          <w:tcPr>
            <w:tcW w:w="7308" w:type="dxa"/>
          </w:tcPr>
          <w:p w14:paraId="2CA9735B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7BBB46D1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6D0F80C0" w14:textId="77777777" w:rsidTr="004C11B0">
        <w:tc>
          <w:tcPr>
            <w:tcW w:w="7308" w:type="dxa"/>
          </w:tcPr>
          <w:p w14:paraId="3051CC46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4D1656DF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4B1013EC" w14:textId="77777777" w:rsidTr="004C11B0">
        <w:tc>
          <w:tcPr>
            <w:tcW w:w="7308" w:type="dxa"/>
          </w:tcPr>
          <w:p w14:paraId="06CB3A7E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3D8FA740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36E699F3" w14:textId="77777777" w:rsidTr="004C11B0">
        <w:tc>
          <w:tcPr>
            <w:tcW w:w="7308" w:type="dxa"/>
          </w:tcPr>
          <w:p w14:paraId="42D91E20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1E657FDA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1B55A5A9" w14:textId="77777777" w:rsidTr="004C11B0">
        <w:tc>
          <w:tcPr>
            <w:tcW w:w="7308" w:type="dxa"/>
          </w:tcPr>
          <w:p w14:paraId="47ACCB41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4AFE5D7F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0650A417" w14:textId="77777777" w:rsidTr="004C11B0">
        <w:tc>
          <w:tcPr>
            <w:tcW w:w="7308" w:type="dxa"/>
          </w:tcPr>
          <w:p w14:paraId="3FC0F3AD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6850FEEC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5B3C8FB1" w14:textId="77777777" w:rsidTr="004C11B0">
        <w:tc>
          <w:tcPr>
            <w:tcW w:w="7308" w:type="dxa"/>
          </w:tcPr>
          <w:p w14:paraId="5EB3BF99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30CA4818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30BF8AFE" w14:textId="77777777" w:rsidTr="004C11B0">
        <w:tc>
          <w:tcPr>
            <w:tcW w:w="7308" w:type="dxa"/>
          </w:tcPr>
          <w:p w14:paraId="3D616460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5C548001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5BDC79D0" w14:textId="77777777" w:rsidTr="004C11B0">
        <w:tc>
          <w:tcPr>
            <w:tcW w:w="7308" w:type="dxa"/>
          </w:tcPr>
          <w:p w14:paraId="3F4409F1" w14:textId="77777777" w:rsidR="00FD108B" w:rsidRPr="00045C52" w:rsidRDefault="001A7C98" w:rsidP="00C94832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303E29F5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4D60E391" w14:textId="77777777" w:rsidTr="004C11B0">
        <w:tc>
          <w:tcPr>
            <w:tcW w:w="7308" w:type="dxa"/>
          </w:tcPr>
          <w:p w14:paraId="343A0A4A" w14:textId="77777777" w:rsidR="00FD108B" w:rsidRPr="00045C52" w:rsidRDefault="001A7C98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เลขตาราง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ชื่อตาราง</w:t>
            </w:r>
          </w:p>
        </w:tc>
        <w:tc>
          <w:tcPr>
            <w:tcW w:w="1080" w:type="dxa"/>
          </w:tcPr>
          <w:p w14:paraId="31A977AD" w14:textId="77777777" w:rsidR="00FD108B" w:rsidRPr="00045C52" w:rsidRDefault="001A7C98" w:rsidP="001A7C9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</w:tbl>
    <w:p w14:paraId="1907029A" w14:textId="77777777" w:rsidR="001A7C98" w:rsidRDefault="001A7C98" w:rsidP="00CF088B">
      <w:pPr>
        <w:spacing w:line="480" w:lineRule="auto"/>
        <w:ind w:left="0"/>
        <w:jc w:val="center"/>
        <w:rPr>
          <w:rFonts w:ascii="TH Sarabun New" w:hAnsi="TH Sarabun New" w:cs="TH Sarabun New"/>
          <w:b/>
          <w:bCs/>
          <w:szCs w:val="40"/>
        </w:rPr>
      </w:pPr>
    </w:p>
    <w:p w14:paraId="659DFA4E" w14:textId="77777777" w:rsidR="002A4D8C" w:rsidRDefault="002A4D8C" w:rsidP="00CF088B">
      <w:pPr>
        <w:spacing w:line="480" w:lineRule="auto"/>
        <w:ind w:left="0"/>
        <w:jc w:val="center"/>
        <w:rPr>
          <w:rFonts w:ascii="TH Sarabun New" w:hAnsi="TH Sarabun New" w:cs="TH Sarabun New"/>
          <w:b/>
          <w:bCs/>
          <w:szCs w:val="40"/>
        </w:rPr>
      </w:pPr>
    </w:p>
    <w:p w14:paraId="0DBDBAD8" w14:textId="77777777" w:rsidR="002A4D8C" w:rsidRPr="00045C52" w:rsidRDefault="002A4D8C" w:rsidP="00CF088B">
      <w:pPr>
        <w:spacing w:line="480" w:lineRule="auto"/>
        <w:ind w:left="0"/>
        <w:jc w:val="center"/>
        <w:rPr>
          <w:rFonts w:ascii="TH Sarabun New" w:hAnsi="TH Sarabun New" w:cs="TH Sarabun New"/>
          <w:b/>
          <w:bCs/>
          <w:szCs w:val="40"/>
        </w:rPr>
      </w:pPr>
    </w:p>
    <w:p w14:paraId="3CFB8804" w14:textId="77777777" w:rsidR="00CF088B" w:rsidRPr="002A4D8C" w:rsidRDefault="00CF088B" w:rsidP="00CF088B">
      <w:pPr>
        <w:spacing w:line="480" w:lineRule="auto"/>
        <w:ind w:left="0"/>
        <w:jc w:val="center"/>
        <w:rPr>
          <w:rFonts w:ascii="TH Sarabun New" w:hAnsi="TH Sarabun New" w:cs="TH Sarabun New"/>
          <w:b/>
          <w:bCs/>
          <w:sz w:val="28"/>
          <w:szCs w:val="36"/>
        </w:rPr>
      </w:pPr>
      <w:r w:rsidRPr="002A4D8C">
        <w:rPr>
          <w:rFonts w:ascii="TH Sarabun New" w:hAnsi="TH Sarabun New" w:cs="TH Sarabun New"/>
          <w:b/>
          <w:bCs/>
          <w:sz w:val="28"/>
          <w:szCs w:val="36"/>
          <w:cs/>
        </w:rPr>
        <w:lastRenderedPageBreak/>
        <w:t>สารบัญภาพ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11"/>
        <w:gridCol w:w="1195"/>
      </w:tblGrid>
      <w:tr w:rsidR="00CF088B" w:rsidRPr="00045C52" w14:paraId="6272B48D" w14:textId="77777777" w:rsidTr="004C11B0">
        <w:tc>
          <w:tcPr>
            <w:tcW w:w="7308" w:type="dxa"/>
          </w:tcPr>
          <w:p w14:paraId="189DD287" w14:textId="77777777" w:rsidR="00CF088B" w:rsidRPr="00045C52" w:rsidRDefault="00CF088B" w:rsidP="009A5BA8">
            <w:pPr>
              <w:spacing w:line="240" w:lineRule="auto"/>
              <w:ind w:left="0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ภาพ</w:t>
            </w:r>
          </w:p>
        </w:tc>
        <w:tc>
          <w:tcPr>
            <w:tcW w:w="1214" w:type="dxa"/>
          </w:tcPr>
          <w:p w14:paraId="79A24D0C" w14:textId="77777777" w:rsidR="00CF088B" w:rsidRPr="00045C52" w:rsidRDefault="00CF088B" w:rsidP="009A5BA8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  <w:b/>
                <w:bCs/>
              </w:rPr>
            </w:pPr>
            <w:r w:rsidRPr="00045C52">
              <w:rPr>
                <w:rFonts w:ascii="TH Sarabun New" w:hAnsi="TH Sarabun New" w:cs="TH Sarabun New"/>
                <w:b/>
                <w:bCs/>
                <w:cs/>
              </w:rPr>
              <w:t>หน้า</w:t>
            </w:r>
          </w:p>
        </w:tc>
      </w:tr>
      <w:tr w:rsidR="00CF088B" w:rsidRPr="00045C52" w14:paraId="15C87963" w14:textId="77777777" w:rsidTr="004C11B0">
        <w:tc>
          <w:tcPr>
            <w:tcW w:w="7308" w:type="dxa"/>
          </w:tcPr>
          <w:p w14:paraId="65857457" w14:textId="77777777" w:rsidR="00CF088B" w:rsidRPr="00045C52" w:rsidRDefault="00F655FB" w:rsidP="003C3C95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CF08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4BCD15C1" w14:textId="77777777" w:rsidR="00CF088B" w:rsidRPr="00045C52" w:rsidRDefault="0076070B" w:rsidP="003C3C95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49F6F03F" w14:textId="77777777" w:rsidTr="004C11B0">
        <w:tc>
          <w:tcPr>
            <w:tcW w:w="7308" w:type="dxa"/>
          </w:tcPr>
          <w:p w14:paraId="46E59080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6FE5478D" w14:textId="77777777" w:rsidR="00FD108B" w:rsidRPr="00045C52" w:rsidRDefault="0076070B" w:rsidP="0076070B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2F4CCFDA" w14:textId="77777777" w:rsidTr="004C11B0">
        <w:tc>
          <w:tcPr>
            <w:tcW w:w="7308" w:type="dxa"/>
          </w:tcPr>
          <w:p w14:paraId="216B7CD3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33A07F9F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4B987C94" w14:textId="77777777" w:rsidTr="004C11B0">
        <w:tc>
          <w:tcPr>
            <w:tcW w:w="7308" w:type="dxa"/>
          </w:tcPr>
          <w:p w14:paraId="30CEB6E9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054BE4E3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7D0305BD" w14:textId="77777777" w:rsidTr="004C11B0">
        <w:tc>
          <w:tcPr>
            <w:tcW w:w="7308" w:type="dxa"/>
          </w:tcPr>
          <w:p w14:paraId="33F028BC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1F578E83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300962EF" w14:textId="77777777" w:rsidTr="004C11B0">
        <w:tc>
          <w:tcPr>
            <w:tcW w:w="7308" w:type="dxa"/>
          </w:tcPr>
          <w:p w14:paraId="78000ECE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3544EB73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255802E9" w14:textId="77777777" w:rsidTr="004C11B0">
        <w:tc>
          <w:tcPr>
            <w:tcW w:w="7308" w:type="dxa"/>
          </w:tcPr>
          <w:p w14:paraId="73254197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775224BB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04076152" w14:textId="77777777" w:rsidTr="004C11B0">
        <w:tc>
          <w:tcPr>
            <w:tcW w:w="7308" w:type="dxa"/>
          </w:tcPr>
          <w:p w14:paraId="3C746A8E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59288F1E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1C1E98B1" w14:textId="77777777" w:rsidTr="004C11B0">
        <w:tc>
          <w:tcPr>
            <w:tcW w:w="7308" w:type="dxa"/>
          </w:tcPr>
          <w:p w14:paraId="2A2D3E16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24B3ADC8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6A9C2A2F" w14:textId="77777777" w:rsidTr="004C11B0">
        <w:tc>
          <w:tcPr>
            <w:tcW w:w="7308" w:type="dxa"/>
          </w:tcPr>
          <w:p w14:paraId="5CD47945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5E3D2408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75CB90E0" w14:textId="77777777" w:rsidTr="004C11B0">
        <w:tc>
          <w:tcPr>
            <w:tcW w:w="7308" w:type="dxa"/>
          </w:tcPr>
          <w:p w14:paraId="040B40C4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3EC06410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3B21DE3B" w14:textId="77777777" w:rsidTr="004C11B0">
        <w:tc>
          <w:tcPr>
            <w:tcW w:w="7308" w:type="dxa"/>
          </w:tcPr>
          <w:p w14:paraId="1D81E421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1B19781E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1B103536" w14:textId="77777777" w:rsidTr="004C11B0">
        <w:tc>
          <w:tcPr>
            <w:tcW w:w="7308" w:type="dxa"/>
          </w:tcPr>
          <w:p w14:paraId="1D575447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3A48EF46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72E8B48D" w14:textId="77777777" w:rsidTr="004C11B0">
        <w:tc>
          <w:tcPr>
            <w:tcW w:w="7308" w:type="dxa"/>
          </w:tcPr>
          <w:p w14:paraId="57D617DB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4B5E1216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1670AF68" w14:textId="77777777" w:rsidTr="004C11B0">
        <w:tc>
          <w:tcPr>
            <w:tcW w:w="7308" w:type="dxa"/>
          </w:tcPr>
          <w:p w14:paraId="646367E7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5495EB4C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59CE654B" w14:textId="77777777" w:rsidTr="004C11B0">
        <w:tc>
          <w:tcPr>
            <w:tcW w:w="7308" w:type="dxa"/>
          </w:tcPr>
          <w:p w14:paraId="7C05F8BA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0C23F082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71C946F5" w14:textId="77777777" w:rsidTr="004C11B0">
        <w:tc>
          <w:tcPr>
            <w:tcW w:w="7308" w:type="dxa"/>
          </w:tcPr>
          <w:p w14:paraId="5E10E5AE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49483294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1095754A" w14:textId="77777777" w:rsidTr="004C11B0">
        <w:tc>
          <w:tcPr>
            <w:tcW w:w="7308" w:type="dxa"/>
          </w:tcPr>
          <w:p w14:paraId="51B4141F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0474D17E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170893C6" w14:textId="77777777" w:rsidTr="004C11B0">
        <w:tc>
          <w:tcPr>
            <w:tcW w:w="7308" w:type="dxa"/>
          </w:tcPr>
          <w:p w14:paraId="50C1594B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248B820B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427AE5C6" w14:textId="77777777" w:rsidTr="004C11B0">
        <w:tc>
          <w:tcPr>
            <w:tcW w:w="7308" w:type="dxa"/>
          </w:tcPr>
          <w:p w14:paraId="3F19DA1D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5DD15370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  <w:tr w:rsidR="00FD108B" w:rsidRPr="00045C52" w14:paraId="59ABBFD4" w14:textId="77777777" w:rsidTr="004C11B0">
        <w:tc>
          <w:tcPr>
            <w:tcW w:w="7308" w:type="dxa"/>
          </w:tcPr>
          <w:p w14:paraId="7FCDC0F5" w14:textId="77777777" w:rsidR="00FD108B" w:rsidRPr="00045C52" w:rsidRDefault="0076070B" w:rsidP="00F655FB">
            <w:pPr>
              <w:spacing w:line="240" w:lineRule="auto"/>
              <w:ind w:left="374" w:hanging="374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เลขภาพ</w:t>
            </w:r>
            <w:r w:rsidR="00FD108B" w:rsidRPr="00045C52">
              <w:rPr>
                <w:rFonts w:ascii="TH Sarabun New" w:hAnsi="TH Sarabun New" w:cs="TH Sarabun New"/>
                <w:cs/>
              </w:rPr>
              <w:t xml:space="preserve">  ชื่อภาพ</w:t>
            </w:r>
          </w:p>
        </w:tc>
        <w:tc>
          <w:tcPr>
            <w:tcW w:w="1214" w:type="dxa"/>
          </w:tcPr>
          <w:p w14:paraId="137063A7" w14:textId="77777777" w:rsidR="00FD108B" w:rsidRPr="00045C52" w:rsidRDefault="0076070B" w:rsidP="001D0512">
            <w:pPr>
              <w:spacing w:line="240" w:lineRule="auto"/>
              <w:ind w:left="0"/>
              <w:jc w:val="right"/>
              <w:rPr>
                <w:rFonts w:ascii="TH Sarabun New" w:hAnsi="TH Sarabun New" w:cs="TH Sarabun New"/>
              </w:rPr>
            </w:pPr>
            <w:r w:rsidRPr="00045C52">
              <w:rPr>
                <w:rFonts w:ascii="TH Sarabun New" w:hAnsi="TH Sarabun New" w:cs="TH Sarabun New"/>
                <w:cs/>
              </w:rPr>
              <w:t>เลขหน้า</w:t>
            </w:r>
          </w:p>
        </w:tc>
      </w:tr>
    </w:tbl>
    <w:p w14:paraId="2CEB10C4" w14:textId="77777777" w:rsidR="00CF088B" w:rsidRPr="00045C52" w:rsidRDefault="00CF088B" w:rsidP="00D92E17">
      <w:pPr>
        <w:spacing w:line="480" w:lineRule="auto"/>
        <w:ind w:left="0"/>
        <w:jc w:val="center"/>
        <w:rPr>
          <w:rFonts w:ascii="TH Sarabun New" w:hAnsi="TH Sarabun New" w:cs="TH Sarabun New"/>
          <w:b/>
          <w:bCs/>
          <w:szCs w:val="40"/>
          <w:cs/>
        </w:rPr>
      </w:pPr>
    </w:p>
    <w:sectPr w:rsidR="00CF088B" w:rsidRPr="00045C52" w:rsidSect="002A4D8C">
      <w:footerReference w:type="default" r:id="rId8"/>
      <w:pgSz w:w="11906" w:h="16838" w:code="9"/>
      <w:pgMar w:top="2160" w:right="1440" w:bottom="1440" w:left="2160" w:header="0" w:footer="1440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E720F" w14:textId="77777777" w:rsidR="002E1386" w:rsidRDefault="002E1386" w:rsidP="0076070B">
      <w:pPr>
        <w:spacing w:line="240" w:lineRule="auto"/>
      </w:pPr>
      <w:r>
        <w:separator/>
      </w:r>
    </w:p>
  </w:endnote>
  <w:endnote w:type="continuationSeparator" w:id="0">
    <w:p w14:paraId="527DA2BB" w14:textId="77777777" w:rsidR="002E1386" w:rsidRDefault="002E1386" w:rsidP="00760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BEE8" w14:textId="085EC8C8" w:rsidR="00471D4C" w:rsidRPr="00045C52" w:rsidRDefault="00471D4C" w:rsidP="002A4D8C">
    <w:pPr>
      <w:pStyle w:val="Footer"/>
      <w:tabs>
        <w:tab w:val="clear" w:pos="4513"/>
        <w:tab w:val="clear" w:pos="9026"/>
      </w:tabs>
      <w:ind w:left="0"/>
      <w:rPr>
        <w:rFonts w:ascii="TH Sarabun New" w:hAnsi="TH Sarabun New" w:cs="TH Sarabun New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8D050" w14:textId="77777777" w:rsidR="002E1386" w:rsidRDefault="002E1386" w:rsidP="0076070B">
      <w:pPr>
        <w:spacing w:line="240" w:lineRule="auto"/>
      </w:pPr>
      <w:r>
        <w:separator/>
      </w:r>
    </w:p>
  </w:footnote>
  <w:footnote w:type="continuationSeparator" w:id="0">
    <w:p w14:paraId="07AB002E" w14:textId="77777777" w:rsidR="002E1386" w:rsidRDefault="002E1386" w:rsidP="007607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71725"/>
    <w:multiLevelType w:val="hybridMultilevel"/>
    <w:tmpl w:val="EE6A0F46"/>
    <w:lvl w:ilvl="0" w:tplc="0B3E8FB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2770908"/>
    <w:multiLevelType w:val="hybridMultilevel"/>
    <w:tmpl w:val="53BA9440"/>
    <w:lvl w:ilvl="0" w:tplc="537C35E0">
      <w:start w:val="1"/>
      <w:numFmt w:val="bullet"/>
      <w:lvlText w:val="-"/>
      <w:lvlJc w:val="left"/>
      <w:pPr>
        <w:ind w:left="1008" w:hanging="360"/>
      </w:pPr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697318271">
    <w:abstractNumId w:val="0"/>
  </w:num>
  <w:num w:numId="2" w16cid:durableId="2047025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drawingGridHorizontalSpacing w:val="16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571"/>
    <w:rsid w:val="0000275F"/>
    <w:rsid w:val="0000348C"/>
    <w:rsid w:val="00005E78"/>
    <w:rsid w:val="000269F2"/>
    <w:rsid w:val="00035705"/>
    <w:rsid w:val="00037911"/>
    <w:rsid w:val="00045C52"/>
    <w:rsid w:val="00047233"/>
    <w:rsid w:val="000756CB"/>
    <w:rsid w:val="0009523A"/>
    <w:rsid w:val="000B1D23"/>
    <w:rsid w:val="000B7A5B"/>
    <w:rsid w:val="000C6CC4"/>
    <w:rsid w:val="000E27FA"/>
    <w:rsid w:val="000F3564"/>
    <w:rsid w:val="001059D8"/>
    <w:rsid w:val="00115ABA"/>
    <w:rsid w:val="001309D4"/>
    <w:rsid w:val="00162E26"/>
    <w:rsid w:val="0017174F"/>
    <w:rsid w:val="00171DBF"/>
    <w:rsid w:val="0017544A"/>
    <w:rsid w:val="00191E66"/>
    <w:rsid w:val="001A1D9B"/>
    <w:rsid w:val="001A2241"/>
    <w:rsid w:val="001A5B65"/>
    <w:rsid w:val="001A6FD3"/>
    <w:rsid w:val="001A7C98"/>
    <w:rsid w:val="001B42F4"/>
    <w:rsid w:val="001D0512"/>
    <w:rsid w:val="001D141E"/>
    <w:rsid w:val="001D3209"/>
    <w:rsid w:val="001F100A"/>
    <w:rsid w:val="001F2AEE"/>
    <w:rsid w:val="0020079C"/>
    <w:rsid w:val="00203687"/>
    <w:rsid w:val="002103B4"/>
    <w:rsid w:val="0025241D"/>
    <w:rsid w:val="002857CB"/>
    <w:rsid w:val="002A4D8C"/>
    <w:rsid w:val="002B43DF"/>
    <w:rsid w:val="002E1386"/>
    <w:rsid w:val="002E34F6"/>
    <w:rsid w:val="002F281A"/>
    <w:rsid w:val="00304F50"/>
    <w:rsid w:val="00307783"/>
    <w:rsid w:val="00325427"/>
    <w:rsid w:val="00331963"/>
    <w:rsid w:val="0034118B"/>
    <w:rsid w:val="00370387"/>
    <w:rsid w:val="003843F0"/>
    <w:rsid w:val="003978C4"/>
    <w:rsid w:val="003A268F"/>
    <w:rsid w:val="003B6D71"/>
    <w:rsid w:val="003B7FF5"/>
    <w:rsid w:val="003C3C95"/>
    <w:rsid w:val="003D136B"/>
    <w:rsid w:val="003D1E2F"/>
    <w:rsid w:val="003E5B74"/>
    <w:rsid w:val="003F687B"/>
    <w:rsid w:val="004174DC"/>
    <w:rsid w:val="0044003B"/>
    <w:rsid w:val="00441D89"/>
    <w:rsid w:val="004676E6"/>
    <w:rsid w:val="00471D4C"/>
    <w:rsid w:val="004908BD"/>
    <w:rsid w:val="00493D96"/>
    <w:rsid w:val="004C11B0"/>
    <w:rsid w:val="004C60C7"/>
    <w:rsid w:val="0053259C"/>
    <w:rsid w:val="005512DE"/>
    <w:rsid w:val="00582076"/>
    <w:rsid w:val="00582D80"/>
    <w:rsid w:val="0059415E"/>
    <w:rsid w:val="0059731D"/>
    <w:rsid w:val="005C4423"/>
    <w:rsid w:val="005D174C"/>
    <w:rsid w:val="005E23A2"/>
    <w:rsid w:val="005E768E"/>
    <w:rsid w:val="005E7D5B"/>
    <w:rsid w:val="005F7C3F"/>
    <w:rsid w:val="00601B0F"/>
    <w:rsid w:val="00613CBE"/>
    <w:rsid w:val="00617DA8"/>
    <w:rsid w:val="006479D4"/>
    <w:rsid w:val="00657246"/>
    <w:rsid w:val="006A17B9"/>
    <w:rsid w:val="006A5B5C"/>
    <w:rsid w:val="006B3F77"/>
    <w:rsid w:val="006B54CA"/>
    <w:rsid w:val="006C3AC3"/>
    <w:rsid w:val="006C53A7"/>
    <w:rsid w:val="007307B4"/>
    <w:rsid w:val="00747D61"/>
    <w:rsid w:val="0076070B"/>
    <w:rsid w:val="007854D0"/>
    <w:rsid w:val="00797376"/>
    <w:rsid w:val="007A1CA6"/>
    <w:rsid w:val="007B0AF7"/>
    <w:rsid w:val="007B33CA"/>
    <w:rsid w:val="007C41B7"/>
    <w:rsid w:val="007D259C"/>
    <w:rsid w:val="007D3992"/>
    <w:rsid w:val="007F0F0C"/>
    <w:rsid w:val="00805476"/>
    <w:rsid w:val="0081272C"/>
    <w:rsid w:val="008375F0"/>
    <w:rsid w:val="008705E3"/>
    <w:rsid w:val="008B284D"/>
    <w:rsid w:val="008C304C"/>
    <w:rsid w:val="008F0DC1"/>
    <w:rsid w:val="00901852"/>
    <w:rsid w:val="00906F14"/>
    <w:rsid w:val="00907148"/>
    <w:rsid w:val="0091176C"/>
    <w:rsid w:val="00912A10"/>
    <w:rsid w:val="00943C04"/>
    <w:rsid w:val="00946427"/>
    <w:rsid w:val="00960710"/>
    <w:rsid w:val="009609B5"/>
    <w:rsid w:val="0096263C"/>
    <w:rsid w:val="009805F4"/>
    <w:rsid w:val="009928D6"/>
    <w:rsid w:val="009A06A0"/>
    <w:rsid w:val="009A565A"/>
    <w:rsid w:val="009A5BA8"/>
    <w:rsid w:val="009B1A43"/>
    <w:rsid w:val="009E04AB"/>
    <w:rsid w:val="00A26D72"/>
    <w:rsid w:val="00A93E1D"/>
    <w:rsid w:val="00AB0223"/>
    <w:rsid w:val="00AB0BB3"/>
    <w:rsid w:val="00B01CB8"/>
    <w:rsid w:val="00B10C2F"/>
    <w:rsid w:val="00B17900"/>
    <w:rsid w:val="00B241C5"/>
    <w:rsid w:val="00B41F55"/>
    <w:rsid w:val="00B46DDE"/>
    <w:rsid w:val="00B73C78"/>
    <w:rsid w:val="00B77AF5"/>
    <w:rsid w:val="00B81D97"/>
    <w:rsid w:val="00BB34D3"/>
    <w:rsid w:val="00BC1265"/>
    <w:rsid w:val="00BD209F"/>
    <w:rsid w:val="00BE3674"/>
    <w:rsid w:val="00BE574C"/>
    <w:rsid w:val="00BF578A"/>
    <w:rsid w:val="00C00EAF"/>
    <w:rsid w:val="00C01BFC"/>
    <w:rsid w:val="00C3381C"/>
    <w:rsid w:val="00C33FC4"/>
    <w:rsid w:val="00C36173"/>
    <w:rsid w:val="00C42D74"/>
    <w:rsid w:val="00C463A0"/>
    <w:rsid w:val="00C66BAD"/>
    <w:rsid w:val="00C71EAB"/>
    <w:rsid w:val="00C94832"/>
    <w:rsid w:val="00C94B84"/>
    <w:rsid w:val="00C95E74"/>
    <w:rsid w:val="00CA4BD8"/>
    <w:rsid w:val="00CB1A86"/>
    <w:rsid w:val="00CB3A86"/>
    <w:rsid w:val="00CC48D3"/>
    <w:rsid w:val="00CC6609"/>
    <w:rsid w:val="00CD54F5"/>
    <w:rsid w:val="00CD717D"/>
    <w:rsid w:val="00CE769F"/>
    <w:rsid w:val="00CF088B"/>
    <w:rsid w:val="00D027F2"/>
    <w:rsid w:val="00D3129C"/>
    <w:rsid w:val="00D46379"/>
    <w:rsid w:val="00D5684F"/>
    <w:rsid w:val="00D74CFB"/>
    <w:rsid w:val="00D83464"/>
    <w:rsid w:val="00D900F1"/>
    <w:rsid w:val="00D92E17"/>
    <w:rsid w:val="00DF1432"/>
    <w:rsid w:val="00E61138"/>
    <w:rsid w:val="00E64571"/>
    <w:rsid w:val="00E76566"/>
    <w:rsid w:val="00E90F47"/>
    <w:rsid w:val="00EA794B"/>
    <w:rsid w:val="00EC687B"/>
    <w:rsid w:val="00F362B0"/>
    <w:rsid w:val="00F3636F"/>
    <w:rsid w:val="00F432F9"/>
    <w:rsid w:val="00F609BF"/>
    <w:rsid w:val="00F655FB"/>
    <w:rsid w:val="00F77122"/>
    <w:rsid w:val="00F774B2"/>
    <w:rsid w:val="00F963CA"/>
    <w:rsid w:val="00F96D89"/>
    <w:rsid w:val="00FB7BF9"/>
    <w:rsid w:val="00FD108B"/>
    <w:rsid w:val="00FD438C"/>
    <w:rsid w:val="00FF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B9A25B"/>
  <w15:docId w15:val="{7944BAEE-4645-4ABC-A7E7-11768AD7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ngsana New" w:eastAsia="Angsana New" w:hAnsi="Angsan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ic"/>
    <w:qFormat/>
    <w:rsid w:val="00370387"/>
    <w:pPr>
      <w:spacing w:line="360" w:lineRule="auto"/>
      <w:ind w:left="288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387"/>
    <w:pPr>
      <w:ind w:left="720"/>
      <w:contextualSpacing/>
    </w:pPr>
    <w:rPr>
      <w:szCs w:val="40"/>
    </w:rPr>
  </w:style>
  <w:style w:type="table" w:styleId="TableGrid">
    <w:name w:val="Table Grid"/>
    <w:basedOn w:val="TableNormal"/>
    <w:uiPriority w:val="59"/>
    <w:rsid w:val="009B1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qFormat/>
    <w:rsid w:val="00E90F47"/>
    <w:rPr>
      <w:b/>
      <w:bCs/>
    </w:rPr>
  </w:style>
  <w:style w:type="character" w:styleId="PlaceholderText">
    <w:name w:val="Placeholder Text"/>
    <w:uiPriority w:val="99"/>
    <w:semiHidden/>
    <w:rsid w:val="005941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15E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59415E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6070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HeaderChar">
    <w:name w:val="Header Char"/>
    <w:link w:val="Header"/>
    <w:uiPriority w:val="99"/>
    <w:rsid w:val="0076070B"/>
    <w:rPr>
      <w:rFonts w:ascii="Angsana New" w:hAnsi="Angsana New" w:cs="Angsan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76070B"/>
    <w:pPr>
      <w:tabs>
        <w:tab w:val="center" w:pos="4513"/>
        <w:tab w:val="right" w:pos="9026"/>
      </w:tabs>
      <w:spacing w:line="240" w:lineRule="auto"/>
    </w:pPr>
    <w:rPr>
      <w:szCs w:val="40"/>
    </w:rPr>
  </w:style>
  <w:style w:type="character" w:customStyle="1" w:styleId="FooterChar">
    <w:name w:val="Footer Char"/>
    <w:link w:val="Footer"/>
    <w:uiPriority w:val="99"/>
    <w:rsid w:val="0076070B"/>
    <w:rPr>
      <w:rFonts w:ascii="Angsana New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Thesis-IS\Template-TH\Co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76628-E6F3-4722-8724-E2D33F183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</Template>
  <TotalTime>6</TotalTime>
  <Pages>4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itsc</dc:creator>
  <cp:keywords/>
  <dc:description/>
  <cp:lastModifiedBy>Jinnanach Panyaarwut</cp:lastModifiedBy>
  <cp:revision>6</cp:revision>
  <dcterms:created xsi:type="dcterms:W3CDTF">2021-11-29T07:20:00Z</dcterms:created>
  <dcterms:modified xsi:type="dcterms:W3CDTF">2025-01-15T02:06:00Z</dcterms:modified>
</cp:coreProperties>
</file>