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4F739" w14:textId="29624F54" w:rsidR="008F0DC1" w:rsidRPr="000733CC" w:rsidRDefault="008F0DC1" w:rsidP="00637A7C">
      <w:pPr>
        <w:spacing w:line="240" w:lineRule="auto"/>
        <w:ind w:left="2880" w:hanging="2880"/>
        <w:jc w:val="thaiDistribute"/>
        <w:rPr>
          <w:rFonts w:ascii="TH Sarabun New" w:hAnsi="TH Sarabun New" w:cs="TH Sarabun New"/>
          <w:color w:val="FF0000"/>
          <w:cs/>
        </w:rPr>
      </w:pPr>
      <w:r w:rsidRPr="000733CC">
        <w:rPr>
          <w:rFonts w:ascii="TH Sarabun New" w:hAnsi="TH Sarabun New" w:cs="TH Sarabun New"/>
          <w:b/>
          <w:bCs/>
          <w:cs/>
        </w:rPr>
        <w:t>ชื่อ</w:t>
      </w:r>
      <w:r w:rsidR="000059FB" w:rsidRPr="000733CC">
        <w:rPr>
          <w:rFonts w:ascii="TH Sarabun New" w:hAnsi="TH Sarabun New" w:cs="TH Sarabun New"/>
          <w:b/>
          <w:bCs/>
          <w:cs/>
        </w:rPr>
        <w:t>เรื่อง</w:t>
      </w:r>
      <w:sdt>
        <w:sdtPr>
          <w:rPr>
            <w:rFonts w:ascii="TH Sarabun New" w:hAnsi="TH Sarabun New" w:cs="TH Sarabun New"/>
            <w:b/>
            <w:bCs/>
            <w:color w:val="FF0000"/>
            <w:cs/>
          </w:rPr>
          <w:id w:val="-1959252305"/>
          <w:placeholder>
            <w:docPart w:val="DefaultPlaceholder_-1854013438"/>
          </w:placeholder>
          <w:comboBox>
            <w:listItem w:displayText="วิทยานิพนธ์" w:value="วิทยานิพนธ์"/>
            <w:listItem w:displayText="การค้นคว้าอิสระ" w:value="การค้นคว้าอิสระ"/>
            <w:listItem w:displayText="ดุษฎีนิพนธ์" w:value="ดุษฎีนิพนธ์"/>
          </w:comboBox>
        </w:sdtPr>
        <w:sdtContent>
          <w:r w:rsidR="00F804A7">
            <w:rPr>
              <w:rFonts w:ascii="TH Sarabun New" w:hAnsi="TH Sarabun New" w:cs="TH Sarabun New"/>
              <w:b/>
              <w:bCs/>
              <w:color w:val="FF0000"/>
              <w:cs/>
            </w:rPr>
            <w:t>วิทยานิพนธ์</w:t>
          </w:r>
        </w:sdtContent>
      </w:sdt>
      <w:r w:rsidRPr="000733CC">
        <w:rPr>
          <w:rFonts w:ascii="TH Sarabun New" w:hAnsi="TH Sarabun New" w:cs="TH Sarabun New"/>
          <w:b/>
          <w:bCs/>
          <w:cs/>
        </w:rPr>
        <w:tab/>
      </w:r>
      <w:r w:rsidR="00624931" w:rsidRPr="000733CC">
        <w:rPr>
          <w:rFonts w:ascii="TH Sarabun New" w:hAnsi="TH Sarabun New" w:cs="TH Sarabun New"/>
          <w:color w:val="FF0000"/>
          <w:cs/>
        </w:rPr>
        <w:t xml:space="preserve">ระบุชื่อเรื่อง </w:t>
      </w:r>
      <w:r w:rsidR="003A1272" w:rsidRPr="000733CC">
        <w:rPr>
          <w:rFonts w:ascii="TH Sarabun New" w:hAnsi="TH Sarabun New" w:cs="TH Sarabun New"/>
          <w:color w:val="FF0000"/>
          <w:cs/>
        </w:rPr>
        <w:t xml:space="preserve">หากเกิน </w:t>
      </w:r>
      <w:r w:rsidR="003A1272" w:rsidRPr="000733CC">
        <w:rPr>
          <w:rFonts w:ascii="TH Sarabun New" w:hAnsi="TH Sarabun New" w:cs="TH Sarabun New"/>
          <w:color w:val="FF0000"/>
        </w:rPr>
        <w:t xml:space="preserve">1 </w:t>
      </w:r>
      <w:r w:rsidR="003A1272" w:rsidRPr="000733CC">
        <w:rPr>
          <w:rFonts w:ascii="TH Sarabun New" w:hAnsi="TH Sarabun New" w:cs="TH Sarabun New"/>
          <w:color w:val="FF0000"/>
          <w:cs/>
        </w:rPr>
        <w:t>บรรทัด ให้อักษรตัวแรกของบรรทัดที่สองอยู่ตรงกับอักษรตัวแรกของบรรทัดบน และจัดข้อความของชื่อเรื่องแบบ</w:t>
      </w:r>
      <w:r w:rsidR="004439F7" w:rsidRPr="000733CC">
        <w:rPr>
          <w:rFonts w:ascii="TH Sarabun New" w:hAnsi="TH Sarabun New" w:cs="TH Sarabun New"/>
          <w:color w:val="FF0000"/>
          <w:cs/>
        </w:rPr>
        <w:t xml:space="preserve"> </w:t>
      </w:r>
      <w:r w:rsidR="003A1272" w:rsidRPr="000733CC">
        <w:rPr>
          <w:rFonts w:ascii="TH Sarabun New" w:hAnsi="TH Sarabun New" w:cs="TH Sarabun New"/>
          <w:color w:val="FF0000"/>
          <w:cs/>
        </w:rPr>
        <w:t>ชิดซ้าย</w:t>
      </w:r>
    </w:p>
    <w:p w14:paraId="44BD0433" w14:textId="5F079550" w:rsidR="008F0DC1" w:rsidRPr="00F804A7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  <w:cs/>
        </w:rPr>
        <w:t>ผู้</w:t>
      </w:r>
      <w:r w:rsidR="00C57E80">
        <w:rPr>
          <w:rFonts w:ascii="TH Sarabun New" w:hAnsi="TH Sarabun New" w:cs="TH Sarabun New" w:hint="cs"/>
          <w:b/>
          <w:bCs/>
          <w:cs/>
        </w:rPr>
        <w:t>ประพันธ์</w:t>
      </w:r>
      <w:r w:rsidRPr="000733CC">
        <w:rPr>
          <w:rFonts w:ascii="TH Sarabun New" w:hAnsi="TH Sarabun New" w:cs="TH Sarabun New"/>
          <w:cs/>
        </w:rPr>
        <w:tab/>
      </w:r>
      <w:r w:rsidR="000059FB" w:rsidRPr="000733CC">
        <w:rPr>
          <w:rFonts w:ascii="TH Sarabun New" w:hAnsi="TH Sarabun New" w:cs="TH Sarabun New"/>
          <w:cs/>
        </w:rPr>
        <w:tab/>
      </w:r>
      <w:r w:rsidRPr="000733CC">
        <w:rPr>
          <w:rFonts w:ascii="TH Sarabun New" w:hAnsi="TH Sarabun New" w:cs="TH Sarabun New"/>
          <w:cs/>
        </w:rPr>
        <w:tab/>
      </w:r>
      <w:r w:rsidRPr="00F804A7">
        <w:rPr>
          <w:rFonts w:ascii="TH Sarabun New" w:hAnsi="TH Sarabun New" w:cs="TH Sarabun New"/>
          <w:color w:val="FF0000"/>
          <w:cs/>
        </w:rPr>
        <w:t>ชื่อ</w:t>
      </w:r>
      <w:r w:rsidR="0034118B" w:rsidRPr="00F804A7">
        <w:rPr>
          <w:rFonts w:ascii="TH Sarabun New" w:hAnsi="TH Sarabun New" w:cs="TH Sarabun New"/>
          <w:color w:val="FF0000"/>
          <w:cs/>
        </w:rPr>
        <w:t xml:space="preserve"> </w:t>
      </w:r>
      <w:r w:rsidRPr="00F804A7">
        <w:rPr>
          <w:rFonts w:ascii="TH Sarabun New" w:hAnsi="TH Sarabun New" w:cs="TH Sarabun New"/>
          <w:color w:val="FF0000"/>
          <w:cs/>
        </w:rPr>
        <w:t>สกุล</w:t>
      </w:r>
    </w:p>
    <w:p w14:paraId="2256DEBD" w14:textId="77777777" w:rsidR="008F0DC1" w:rsidRPr="000733CC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b/>
          <w:bCs/>
          <w:cs/>
        </w:rPr>
        <w:t>หลักสูตร</w:t>
      </w:r>
      <w:r w:rsidRPr="000733CC">
        <w:rPr>
          <w:rFonts w:ascii="TH Sarabun New" w:hAnsi="TH Sarabun New" w:cs="TH Sarabun New"/>
          <w:cs/>
        </w:rPr>
        <w:tab/>
      </w:r>
      <w:r w:rsidR="000059FB" w:rsidRPr="000733CC">
        <w:rPr>
          <w:rFonts w:ascii="TH Sarabun New" w:hAnsi="TH Sarabun New" w:cs="TH Sarabun New"/>
          <w:cs/>
        </w:rPr>
        <w:tab/>
      </w:r>
      <w:r w:rsidRPr="000733CC">
        <w:rPr>
          <w:rFonts w:ascii="TH Sarabun New" w:hAnsi="TH Sarabun New" w:cs="TH Sarabun New"/>
          <w:cs/>
        </w:rPr>
        <w:tab/>
      </w:r>
      <w:r w:rsidR="006471C4" w:rsidRPr="000733CC">
        <w:rPr>
          <w:rFonts w:ascii="TH Sarabun New" w:hAnsi="TH Sarabun New" w:cs="TH Sarabun New"/>
          <w:color w:val="FF0000"/>
          <w:cs/>
        </w:rPr>
        <w:t>ระบุชื่อหลักสูตร</w:t>
      </w:r>
      <w:r w:rsidR="00877899" w:rsidRPr="000733CC">
        <w:rPr>
          <w:rFonts w:ascii="TH Sarabun New" w:hAnsi="TH Sarabun New" w:cs="TH Sarabun New"/>
          <w:cs/>
        </w:rPr>
        <w:t xml:space="preserve"> </w:t>
      </w:r>
      <w:r w:rsidRPr="000733CC">
        <w:rPr>
          <w:rFonts w:ascii="TH Sarabun New" w:hAnsi="TH Sarabun New" w:cs="TH Sarabun New"/>
          <w:cs/>
        </w:rPr>
        <w:t>(</w:t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F331DB" w:rsidRPr="000733CC">
        <w:rPr>
          <w:rFonts w:ascii="TH Sarabun New" w:hAnsi="TH Sarabun New" w:cs="TH Sarabun New"/>
          <w:color w:val="FF0000"/>
          <w:cs/>
        </w:rPr>
        <w:t>ชื่อ</w:t>
      </w:r>
      <w:r w:rsidRPr="000733CC">
        <w:rPr>
          <w:rFonts w:ascii="TH Sarabun New" w:hAnsi="TH Sarabun New" w:cs="TH Sarabun New"/>
          <w:color w:val="FF0000"/>
          <w:cs/>
        </w:rPr>
        <w:t>สาขาวิชา</w:t>
      </w:r>
      <w:r w:rsidRPr="000733CC">
        <w:rPr>
          <w:rFonts w:ascii="TH Sarabun New" w:hAnsi="TH Sarabun New" w:cs="TH Sarabun New"/>
          <w:cs/>
        </w:rPr>
        <w:t>)</w:t>
      </w:r>
    </w:p>
    <w:p w14:paraId="79ABB3B3" w14:textId="77777777" w:rsidR="008F0DC1" w:rsidRPr="000733CC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b/>
          <w:bCs/>
          <w:cs/>
        </w:rPr>
        <w:t>อาจารย์ที่ปรึกษา</w:t>
      </w:r>
      <w:r w:rsidRPr="000733CC">
        <w:rPr>
          <w:rFonts w:ascii="TH Sarabun New" w:hAnsi="TH Sarabun New" w:cs="TH Sarabun New"/>
          <w:cs/>
        </w:rPr>
        <w:tab/>
      </w:r>
      <w:r w:rsidR="000059FB" w:rsidRPr="000733CC">
        <w:rPr>
          <w:rFonts w:ascii="TH Sarabun New" w:hAnsi="TH Sarabun New" w:cs="TH Sarabun New"/>
          <w:cs/>
        </w:rPr>
        <w:tab/>
      </w:r>
      <w:r w:rsidRPr="000733CC">
        <w:rPr>
          <w:rFonts w:ascii="TH Sarabun New" w:hAnsi="TH Sarabun New" w:cs="TH Sarabun New"/>
          <w:cs/>
        </w:rPr>
        <w:tab/>
      </w:r>
      <w:r w:rsidRPr="00F804A7">
        <w:rPr>
          <w:rFonts w:ascii="TH Sarabun New" w:hAnsi="TH Sarabun New" w:cs="TH Sarabun New"/>
          <w:color w:val="FF0000"/>
          <w:cs/>
        </w:rPr>
        <w:t>ตำแหน่งทางวิชาการ ชื่อ สกุล</w:t>
      </w:r>
    </w:p>
    <w:p w14:paraId="4B19DF53" w14:textId="77777777" w:rsidR="008F0DC1" w:rsidRPr="00F804A7" w:rsidRDefault="0075606A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  <w:cs/>
        </w:rPr>
        <w:t>อาจารย์ที่ปรึกษาร่วม</w:t>
      </w:r>
      <w:r w:rsidRPr="000733CC">
        <w:rPr>
          <w:rFonts w:ascii="TH Sarabun New" w:hAnsi="TH Sarabun New" w:cs="TH Sarabun New"/>
          <w:cs/>
        </w:rPr>
        <w:t xml:space="preserve"> </w:t>
      </w:r>
      <w:r w:rsidRPr="000733CC">
        <w:rPr>
          <w:rFonts w:ascii="TH Sarabun New" w:hAnsi="TH Sarabun New" w:cs="TH Sarabun New"/>
          <w:color w:val="FF0000"/>
          <w:cs/>
        </w:rPr>
        <w:t>(ถ้ามี)</w:t>
      </w:r>
      <w:r w:rsidR="008F0DC1" w:rsidRPr="000733CC">
        <w:rPr>
          <w:rFonts w:ascii="TH Sarabun New" w:hAnsi="TH Sarabun New" w:cs="TH Sarabun New"/>
          <w:cs/>
        </w:rPr>
        <w:tab/>
      </w:r>
      <w:r w:rsidR="00BE7728" w:rsidRPr="00F804A7">
        <w:rPr>
          <w:rFonts w:ascii="TH Sarabun New" w:hAnsi="TH Sarabun New" w:cs="TH Sarabun New"/>
          <w:color w:val="FF0000"/>
          <w:cs/>
        </w:rPr>
        <w:t>ตำแหน่งทางวิชาการ ชื่อ สกุล</w:t>
      </w:r>
    </w:p>
    <w:p w14:paraId="3A995263" w14:textId="77777777" w:rsidR="008F0DC1" w:rsidRPr="00F804A7" w:rsidRDefault="008F0DC1" w:rsidP="00637A7C">
      <w:pPr>
        <w:tabs>
          <w:tab w:val="left" w:pos="1800"/>
        </w:tabs>
        <w:spacing w:line="240" w:lineRule="auto"/>
        <w:ind w:left="0"/>
        <w:rPr>
          <w:rFonts w:ascii="TH Sarabun New" w:hAnsi="TH Sarabun New" w:cs="TH Sarabun New"/>
          <w:color w:val="FF0000"/>
        </w:rPr>
      </w:pPr>
      <w:r w:rsidRPr="00F804A7">
        <w:rPr>
          <w:rFonts w:ascii="TH Sarabun New" w:hAnsi="TH Sarabun New" w:cs="TH Sarabun New"/>
          <w:color w:val="FF0000"/>
        </w:rPr>
        <w:tab/>
      </w:r>
      <w:r w:rsidR="000059FB" w:rsidRPr="00F804A7">
        <w:rPr>
          <w:rFonts w:ascii="TH Sarabun New" w:hAnsi="TH Sarabun New" w:cs="TH Sarabun New"/>
          <w:color w:val="FF0000"/>
        </w:rPr>
        <w:tab/>
      </w:r>
      <w:r w:rsidRPr="00F804A7">
        <w:rPr>
          <w:rFonts w:ascii="TH Sarabun New" w:hAnsi="TH Sarabun New" w:cs="TH Sarabun New"/>
          <w:color w:val="FF0000"/>
        </w:rPr>
        <w:tab/>
      </w:r>
      <w:r w:rsidR="00BE7728" w:rsidRPr="00F804A7">
        <w:rPr>
          <w:rFonts w:ascii="TH Sarabun New" w:hAnsi="TH Sarabun New" w:cs="TH Sarabun New"/>
          <w:color w:val="FF0000"/>
          <w:cs/>
        </w:rPr>
        <w:t>ตำแหน่งทางวิชาการ ชื่อ สกุล</w:t>
      </w:r>
    </w:p>
    <w:p w14:paraId="26FA74A3" w14:textId="77777777" w:rsidR="008F0DC1" w:rsidRPr="00637A7C" w:rsidRDefault="008F0DC1" w:rsidP="00651A0F">
      <w:pPr>
        <w:spacing w:before="480" w:after="480" w:line="240" w:lineRule="auto"/>
        <w:ind w:left="0"/>
        <w:jc w:val="center"/>
        <w:rPr>
          <w:rFonts w:ascii="TH Sarabun New" w:hAnsi="TH Sarabun New" w:cs="TH Sarabun New"/>
          <w:b/>
          <w:bCs/>
          <w:cs/>
        </w:rPr>
      </w:pPr>
      <w:r w:rsidRPr="00637A7C">
        <w:rPr>
          <w:rFonts w:ascii="TH Sarabun New" w:hAnsi="TH Sarabun New" w:cs="TH Sarabun New"/>
          <w:b/>
          <w:bCs/>
          <w:cs/>
        </w:rPr>
        <w:t>บทคัดย่อ</w:t>
      </w:r>
    </w:p>
    <w:p w14:paraId="71594E6E" w14:textId="77777777" w:rsidR="00D900F1" w:rsidRPr="000733CC" w:rsidRDefault="003A1272" w:rsidP="00637A7C">
      <w:pPr>
        <w:spacing w:line="240" w:lineRule="auto"/>
        <w:ind w:left="0" w:firstLine="720"/>
        <w:jc w:val="thaiDistribute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color w:val="FF0000"/>
          <w:cs/>
        </w:rPr>
        <w:t>กรณีที่มีเนื้อหาเป็นภาษาไทยให้มีบทคัดย่อทั้งภาษาไทยและภาษาอังกฤษ บทคัดย่อเป็นข้อความที่สรุปเนื้อหาทั้งหมด มีสาระสำคัญสามประการ คือ วัตถุประสงค์ และขอบเขตของการวิจัย วิธีดำเนินการวิจัย (รวมถึงลักษณะของประชากร หรือการสุ่มตัวอย่างประชากร และเครื่องมือที่ใช้) และผลการวิจัย</w:t>
      </w:r>
    </w:p>
    <w:p w14:paraId="7172EEA1" w14:textId="77777777" w:rsidR="00B124E1" w:rsidRPr="000733CC" w:rsidRDefault="003A1272" w:rsidP="00637A7C">
      <w:pPr>
        <w:spacing w:line="240" w:lineRule="auto"/>
        <w:ind w:left="0" w:firstLine="720"/>
        <w:jc w:val="thaiDistribute"/>
        <w:rPr>
          <w:rFonts w:ascii="TH Sarabun New" w:hAnsi="TH Sarabun New" w:cs="TH Sarabun New"/>
          <w:cs/>
        </w:rPr>
      </w:pPr>
      <w:r w:rsidRPr="000733CC">
        <w:rPr>
          <w:rFonts w:ascii="TH Sarabun New" w:hAnsi="TH Sarabun New" w:cs="TH Sarabun New"/>
          <w:color w:val="FF0000"/>
          <w:cs/>
        </w:rPr>
        <w:t>บทคัดย่อที่ดีควรหลีกเลี่ยงการอ้างอิงงานวิจัยงานของผู้อื่นในบทคัดย่อ และไม่ควรเขียนเป็นลำดับข้อ ควรเขียนเป็นประโยคที่เป็นส่วนสำคัญ เป็นประเด็นที่น่าสนใจ เน้นถ่ายทอดจุดเด่นของการศึกษา มีความชัดเจน สั้น กะทัดรัด เข้าใจง่าย</w:t>
      </w:r>
    </w:p>
    <w:p w14:paraId="6139956A" w14:textId="12C3389F" w:rsidR="00C36173" w:rsidRDefault="008F0DC1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  <w:cs/>
        </w:rPr>
        <w:t>คำสำคัญ:</w:t>
      </w:r>
      <w:r w:rsidRPr="000733CC">
        <w:rPr>
          <w:rFonts w:ascii="TH Sarabun New" w:hAnsi="TH Sarabun New" w:cs="TH Sarabun New"/>
          <w:cs/>
        </w:rPr>
        <w:t xml:space="preserve"> </w:t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D900F1" w:rsidRPr="000733CC">
        <w:rPr>
          <w:rFonts w:ascii="TH Sarabun New" w:hAnsi="TH Sarabun New" w:cs="TH Sarabun New"/>
          <w:color w:val="FF0000"/>
          <w:cs/>
        </w:rPr>
        <w:t>คำสำคัญ</w:t>
      </w:r>
      <w:r w:rsidR="00225198" w:rsidRPr="000733CC">
        <w:rPr>
          <w:rFonts w:ascii="TH Sarabun New" w:hAnsi="TH Sarabun New" w:cs="TH Sarabun New"/>
          <w:color w:val="FF0000"/>
        </w:rPr>
        <w:t xml:space="preserve">, </w:t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225198" w:rsidRPr="000733CC">
        <w:rPr>
          <w:rFonts w:ascii="TH Sarabun New" w:hAnsi="TH Sarabun New" w:cs="TH Sarabun New"/>
          <w:color w:val="FF0000"/>
          <w:sz w:val="24"/>
          <w:cs/>
        </w:rPr>
        <w:t xml:space="preserve">คำสำคัญ, </w:t>
      </w:r>
      <w:r w:rsidR="00624931" w:rsidRPr="000733CC">
        <w:rPr>
          <w:rFonts w:ascii="TH Sarabun New" w:hAnsi="TH Sarabun New" w:cs="TH Sarabun New"/>
          <w:color w:val="FF0000"/>
          <w:sz w:val="24"/>
          <w:cs/>
        </w:rPr>
        <w:t>ระบุ</w:t>
      </w:r>
      <w:r w:rsidR="00225198" w:rsidRPr="000733CC">
        <w:rPr>
          <w:rFonts w:ascii="TH Sarabun New" w:hAnsi="TH Sarabun New" w:cs="TH Sarabun New"/>
          <w:color w:val="FF0000"/>
          <w:sz w:val="24"/>
          <w:cs/>
        </w:rPr>
        <w:t>คำสำคัญ</w:t>
      </w:r>
      <w:r w:rsidR="00F804A7">
        <w:rPr>
          <w:rFonts w:ascii="TH Sarabun New" w:hAnsi="TH Sarabun New" w:cs="TH Sarabun New" w:hint="cs"/>
          <w:color w:val="FF0000"/>
          <w:cs/>
        </w:rPr>
        <w:t xml:space="preserve"> </w:t>
      </w:r>
      <w:r w:rsidR="00F804A7" w:rsidRPr="000733CC">
        <w:rPr>
          <w:rFonts w:ascii="TH Sarabun New" w:hAnsi="TH Sarabun New" w:cs="TH Sarabun New"/>
          <w:color w:val="FF0000"/>
          <w:cs/>
        </w:rPr>
        <w:t xml:space="preserve">หากเกิน </w:t>
      </w:r>
      <w:r w:rsidR="00F804A7" w:rsidRPr="000733CC">
        <w:rPr>
          <w:rFonts w:ascii="TH Sarabun New" w:hAnsi="TH Sarabun New" w:cs="TH Sarabun New"/>
          <w:color w:val="FF0000"/>
        </w:rPr>
        <w:t xml:space="preserve">1 </w:t>
      </w:r>
      <w:r w:rsidR="00F804A7" w:rsidRPr="000733CC">
        <w:rPr>
          <w:rFonts w:ascii="TH Sarabun New" w:hAnsi="TH Sarabun New" w:cs="TH Sarabun New"/>
          <w:color w:val="FF0000"/>
          <w:cs/>
        </w:rPr>
        <w:t>บรรทัด ให้อักษรตัวแรกของบรรทัดที่สองอยู่ตรงกับอักษรตัวแรกของบรรทัดบน</w:t>
      </w:r>
    </w:p>
    <w:p w14:paraId="4D905F73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4C067C0A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12452111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363FE6BA" w14:textId="77777777" w:rsidR="00637A7C" w:rsidRDefault="00637A7C" w:rsidP="00F804A7">
      <w:pPr>
        <w:spacing w:before="480" w:line="240" w:lineRule="auto"/>
        <w:ind w:left="990" w:hanging="990"/>
        <w:jc w:val="thaiDistribute"/>
        <w:rPr>
          <w:rFonts w:ascii="TH Sarabun New" w:hAnsi="TH Sarabun New" w:cs="TH Sarabun New"/>
          <w:color w:val="FF0000"/>
          <w:sz w:val="24"/>
        </w:rPr>
      </w:pPr>
    </w:p>
    <w:p w14:paraId="513481AA" w14:textId="77777777" w:rsidR="00637A7C" w:rsidRPr="00637A7C" w:rsidRDefault="00637A7C" w:rsidP="00637A7C">
      <w:pPr>
        <w:jc w:val="center"/>
        <w:rPr>
          <w:rFonts w:ascii="TH Sarabun New" w:hAnsi="TH Sarabun New" w:cs="TH Sarabun New"/>
          <w:sz w:val="24"/>
        </w:rPr>
      </w:pPr>
    </w:p>
    <w:p w14:paraId="40B44272" w14:textId="59426AA7" w:rsidR="00CC4B0A" w:rsidRPr="000733CC" w:rsidRDefault="00000000" w:rsidP="00637A7C">
      <w:pPr>
        <w:spacing w:line="240" w:lineRule="auto"/>
        <w:ind w:left="2707" w:hanging="2707"/>
        <w:jc w:val="thaiDistribute"/>
        <w:rPr>
          <w:rFonts w:ascii="TH Sarabun New" w:hAnsi="TH Sarabun New" w:cs="TH Sarabun New"/>
          <w:b/>
          <w:bCs/>
        </w:rPr>
      </w:pPr>
      <w:sdt>
        <w:sdtPr>
          <w:rPr>
            <w:rFonts w:ascii="TH Sarabun New" w:hAnsi="TH Sarabun New" w:cs="TH Sarabun New"/>
            <w:b/>
            <w:bCs/>
            <w:color w:val="FF0000"/>
          </w:rPr>
          <w:id w:val="-824276564"/>
          <w:placeholder>
            <w:docPart w:val="DefaultPlaceholder_-1854013438"/>
          </w:placeholder>
          <w:comboBox>
            <w:listItem w:displayText="Thesis" w:value="Thesis"/>
            <w:listItem w:displayText="Independent Study" w:value="Independent Study"/>
            <w:listItem w:displayText="Dissertation" w:value="Dissertation"/>
          </w:comboBox>
        </w:sdtPr>
        <w:sdtContent>
          <w:r w:rsidR="00F804A7">
            <w:rPr>
              <w:rFonts w:ascii="TH Sarabun New" w:hAnsi="TH Sarabun New" w:cs="TH Sarabun New"/>
              <w:b/>
              <w:bCs/>
              <w:color w:val="FF0000"/>
            </w:rPr>
            <w:t>Thesis</w:t>
          </w:r>
        </w:sdtContent>
      </w:sdt>
      <w:r w:rsidR="00624931" w:rsidRPr="000733CC">
        <w:rPr>
          <w:rFonts w:ascii="TH Sarabun New" w:hAnsi="TH Sarabun New" w:cs="TH Sarabun New"/>
          <w:b/>
          <w:bCs/>
        </w:rPr>
        <w:t xml:space="preserve"> </w:t>
      </w:r>
      <w:r w:rsidR="00CC4B0A" w:rsidRPr="000733CC">
        <w:rPr>
          <w:rFonts w:ascii="TH Sarabun New" w:hAnsi="TH Sarabun New" w:cs="TH Sarabun New"/>
          <w:b/>
          <w:bCs/>
        </w:rPr>
        <w:t>Title</w:t>
      </w:r>
      <w:r w:rsidR="00CC4B0A" w:rsidRPr="000733CC">
        <w:rPr>
          <w:rFonts w:ascii="TH Sarabun New" w:hAnsi="TH Sarabun New" w:cs="TH Sarabun New"/>
          <w:b/>
          <w:bCs/>
          <w:sz w:val="36"/>
          <w:szCs w:val="36"/>
        </w:rPr>
        <w:tab/>
      </w:r>
      <w:r w:rsidR="00624931" w:rsidRPr="000733CC">
        <w:rPr>
          <w:rFonts w:ascii="TH Sarabun New" w:hAnsi="TH Sarabun New" w:cs="TH Sarabun New"/>
          <w:color w:val="FF0000"/>
          <w:cs/>
        </w:rPr>
        <w:t>ระบุ</w:t>
      </w:r>
      <w:r w:rsidR="00624931" w:rsidRPr="000733CC">
        <w:rPr>
          <w:rFonts w:ascii="TH Sarabun New" w:hAnsi="TH Sarabun New" w:cs="TH Sarabun New"/>
          <w:color w:val="FF0000"/>
        </w:rPr>
        <w:t xml:space="preserve"> English Title </w:t>
      </w:r>
      <w:r w:rsidR="00624931" w:rsidRPr="000733CC">
        <w:rPr>
          <w:rFonts w:ascii="TH Sarabun New" w:hAnsi="TH Sarabun New" w:cs="TH Sarabun New"/>
          <w:color w:val="FF0000"/>
          <w:cs/>
        </w:rPr>
        <w:t>ตั</w:t>
      </w:r>
      <w:r w:rsidR="00225198" w:rsidRPr="000733CC">
        <w:rPr>
          <w:rFonts w:ascii="TH Sarabun New" w:hAnsi="TH Sarabun New" w:cs="TH Sarabun New"/>
          <w:color w:val="FF0000"/>
          <w:cs/>
        </w:rPr>
        <w:t xml:space="preserve">วแรกของแต่ละคำใช้อักษรพิมพ์ใหญ่ ยกเว้นคำเชื่อม หากเกิน </w:t>
      </w:r>
      <w:r w:rsidR="00225198" w:rsidRPr="000733CC">
        <w:rPr>
          <w:rFonts w:ascii="TH Sarabun New" w:hAnsi="TH Sarabun New" w:cs="TH Sarabun New"/>
          <w:color w:val="FF0000"/>
        </w:rPr>
        <w:t xml:space="preserve">1 </w:t>
      </w:r>
      <w:r w:rsidR="00225198" w:rsidRPr="000733CC">
        <w:rPr>
          <w:rFonts w:ascii="TH Sarabun New" w:hAnsi="TH Sarabun New" w:cs="TH Sarabun New"/>
          <w:color w:val="FF0000"/>
          <w:cs/>
        </w:rPr>
        <w:t>บรรทัด ให้อักษรตัวแรกของบรรทัดที่สองอยู่ตรงกับอักษรตัวแรกของบรรทัดบน และจัดข้อความของชื่อเรื่องแบบชิดซ้าย</w:t>
      </w:r>
      <w:r w:rsidR="00CC4B0A" w:rsidRPr="000733CC">
        <w:rPr>
          <w:rFonts w:ascii="TH Sarabun New" w:hAnsi="TH Sarabun New" w:cs="TH Sarabun New"/>
          <w:b/>
          <w:bCs/>
        </w:rPr>
        <w:tab/>
      </w:r>
    </w:p>
    <w:p w14:paraId="5E65F58A" w14:textId="77777777" w:rsidR="00CC4B0A" w:rsidRPr="000733CC" w:rsidRDefault="00CC4B0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  <w:sz w:val="36"/>
          <w:szCs w:val="36"/>
        </w:rPr>
      </w:pPr>
      <w:r w:rsidRPr="000733CC">
        <w:rPr>
          <w:rFonts w:ascii="TH Sarabun New" w:hAnsi="TH Sarabun New" w:cs="TH Sarabun New"/>
          <w:b/>
          <w:bCs/>
        </w:rPr>
        <w:t>Author</w:t>
      </w:r>
      <w:r w:rsidRPr="000733CC">
        <w:rPr>
          <w:rFonts w:ascii="TH Sarabun New" w:hAnsi="TH Sarabun New" w:cs="TH Sarabun New"/>
          <w:b/>
          <w:bCs/>
        </w:rPr>
        <w:tab/>
      </w:r>
      <w:r w:rsidRPr="00D47876">
        <w:rPr>
          <w:rFonts w:ascii="TH Sarabun New" w:hAnsi="TH Sarabun New" w:cs="TH Sarabun New"/>
          <w:color w:val="FF0000"/>
        </w:rPr>
        <w:t>Name</w:t>
      </w:r>
      <w:r w:rsidRPr="00D47876">
        <w:rPr>
          <w:rFonts w:ascii="TH Sarabun New" w:hAnsi="TH Sarabun New" w:cs="TH Sarabun New"/>
          <w:color w:val="FF0000"/>
          <w:cs/>
        </w:rPr>
        <w:t xml:space="preserve"> </w:t>
      </w:r>
      <w:r w:rsidRPr="00D47876">
        <w:rPr>
          <w:rFonts w:ascii="TH Sarabun New" w:hAnsi="TH Sarabun New" w:cs="TH Sarabun New"/>
          <w:color w:val="FF0000"/>
        </w:rPr>
        <w:t>Lastname</w:t>
      </w:r>
      <w:r w:rsidRPr="00D47876">
        <w:rPr>
          <w:rFonts w:ascii="TH Sarabun New" w:hAnsi="TH Sarabun New" w:cs="TH Sarabun New"/>
          <w:b/>
          <w:bCs/>
          <w:color w:val="FF0000"/>
        </w:rPr>
        <w:tab/>
      </w:r>
    </w:p>
    <w:p w14:paraId="08899F14" w14:textId="4E77F9A2" w:rsidR="00CC4B0A" w:rsidRPr="000733CC" w:rsidRDefault="00CC4B0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b/>
          <w:bCs/>
        </w:rPr>
        <w:t>Degree</w:t>
      </w:r>
      <w:r w:rsidRPr="000733CC">
        <w:rPr>
          <w:rFonts w:ascii="TH Sarabun New" w:hAnsi="TH Sarabun New" w:cs="TH Sarabun New"/>
          <w:b/>
          <w:bCs/>
        </w:rPr>
        <w:tab/>
      </w:r>
      <w:sdt>
        <w:sdtPr>
          <w:rPr>
            <w:rFonts w:ascii="TH Sarabun New" w:hAnsi="TH Sarabun New" w:cs="TH Sarabun New"/>
            <w:color w:val="FF0000"/>
          </w:rPr>
          <w:id w:val="-681515693"/>
          <w:placeholder>
            <w:docPart w:val="DefaultPlaceholder_-1854013438"/>
          </w:placeholder>
          <w:comboBox>
            <w:listItem w:displayText="Master" w:value="Master"/>
            <w:listItem w:displayText="Doctor" w:value="Doctor"/>
          </w:comboBox>
        </w:sdtPr>
        <w:sdtContent>
          <w:r w:rsidR="006471C4" w:rsidRPr="00F804A7">
            <w:rPr>
              <w:rFonts w:ascii="TH Sarabun New" w:hAnsi="TH Sarabun New" w:cs="TH Sarabun New"/>
              <w:color w:val="FF0000"/>
            </w:rPr>
            <w:t>Master</w:t>
          </w:r>
        </w:sdtContent>
      </w:sdt>
      <w:r w:rsidR="006471C4" w:rsidRPr="000733CC">
        <w:rPr>
          <w:rFonts w:ascii="TH Sarabun New" w:hAnsi="TH Sarabun New" w:cs="TH Sarabun New"/>
          <w:color w:val="000000"/>
        </w:rPr>
        <w:t xml:space="preserve"> of </w:t>
      </w:r>
      <w:r w:rsidR="006471C4" w:rsidRPr="000733CC">
        <w:rPr>
          <w:rFonts w:ascii="TH Sarabun New" w:hAnsi="TH Sarabun New" w:cs="TH Sarabun New"/>
          <w:color w:val="FF0000"/>
          <w:cs/>
        </w:rPr>
        <w:t>ระบุชื่อหลักสูตร</w:t>
      </w:r>
      <w:r w:rsidRPr="000733CC">
        <w:rPr>
          <w:rFonts w:ascii="TH Sarabun New" w:hAnsi="TH Sarabun New" w:cs="TH Sarabun New"/>
          <w:color w:val="FF0000"/>
          <w:cs/>
        </w:rPr>
        <w:t xml:space="preserve"> </w:t>
      </w:r>
      <w:r w:rsidRPr="000733CC">
        <w:rPr>
          <w:rFonts w:ascii="TH Sarabun New" w:hAnsi="TH Sarabun New" w:cs="TH Sarabun New"/>
          <w:cs/>
        </w:rPr>
        <w:t>(</w:t>
      </w:r>
      <w:r w:rsidRPr="000733CC">
        <w:rPr>
          <w:rFonts w:ascii="TH Sarabun New" w:hAnsi="TH Sarabun New" w:cs="TH Sarabun New"/>
          <w:color w:val="FF0000"/>
        </w:rPr>
        <w:t>Name of Program</w:t>
      </w:r>
      <w:r w:rsidRPr="000733CC">
        <w:rPr>
          <w:rFonts w:ascii="TH Sarabun New" w:hAnsi="TH Sarabun New" w:cs="TH Sarabun New"/>
          <w:cs/>
        </w:rPr>
        <w:t>)</w:t>
      </w:r>
    </w:p>
    <w:p w14:paraId="22A883FB" w14:textId="77777777" w:rsidR="00CC4B0A" w:rsidRPr="000733CC" w:rsidRDefault="0075606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  <w:color w:val="FF0000"/>
          <w:cs/>
        </w:rPr>
      </w:pPr>
      <w:r w:rsidRPr="000733CC">
        <w:rPr>
          <w:rFonts w:ascii="TH Sarabun New" w:hAnsi="TH Sarabun New" w:cs="TH Sarabun New"/>
          <w:b/>
          <w:bCs/>
        </w:rPr>
        <w:t>Advisor</w:t>
      </w:r>
      <w:r w:rsidR="00CC4B0A" w:rsidRPr="000733CC">
        <w:rPr>
          <w:rFonts w:ascii="TH Sarabun New" w:hAnsi="TH Sarabun New" w:cs="TH Sarabun New"/>
          <w:b/>
          <w:bCs/>
        </w:rPr>
        <w:tab/>
      </w:r>
      <w:r w:rsidR="00CC4B0A" w:rsidRPr="00F804A7">
        <w:rPr>
          <w:rFonts w:ascii="TH Sarabun New" w:hAnsi="TH Sarabun New" w:cs="TH Sarabun New"/>
          <w:color w:val="FF0000"/>
          <w:spacing w:val="-6"/>
        </w:rPr>
        <w:t>Academic Position</w:t>
      </w:r>
      <w:r w:rsidR="00CC4B0A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CC4B0A" w:rsidRPr="00F804A7">
        <w:rPr>
          <w:rFonts w:ascii="TH Sarabun New" w:hAnsi="TH Sarabun New" w:cs="TH Sarabun New"/>
          <w:color w:val="FF0000"/>
          <w:spacing w:val="-6"/>
        </w:rPr>
        <w:t>Name</w:t>
      </w:r>
      <w:r w:rsidR="00CC4B0A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CC4B0A" w:rsidRPr="00F804A7">
        <w:rPr>
          <w:rFonts w:ascii="TH Sarabun New" w:hAnsi="TH Sarabun New" w:cs="TH Sarabun New"/>
          <w:color w:val="FF0000"/>
          <w:spacing w:val="-6"/>
        </w:rPr>
        <w:t>Lastname</w:t>
      </w:r>
      <w:r w:rsidR="004439F7" w:rsidRPr="00F804A7">
        <w:rPr>
          <w:rFonts w:ascii="TH Sarabun New" w:hAnsi="TH Sarabun New" w:cs="TH Sarabun New"/>
          <w:color w:val="FF0000"/>
          <w:spacing w:val="-6"/>
        </w:rPr>
        <w:t>,</w:t>
      </w:r>
      <w:r w:rsidR="004439F7" w:rsidRPr="000733CC">
        <w:rPr>
          <w:rFonts w:ascii="TH Sarabun New" w:hAnsi="TH Sarabun New" w:cs="TH Sarabun New"/>
          <w:spacing w:val="-6"/>
        </w:rPr>
        <w:t xml:space="preserve"> </w:t>
      </w:r>
      <w:r w:rsidR="004439F7" w:rsidRPr="000733CC">
        <w:rPr>
          <w:rFonts w:ascii="TH Sarabun New" w:hAnsi="TH Sarabun New" w:cs="TH Sarabun New"/>
          <w:color w:val="FF0000"/>
          <w:spacing w:val="-6"/>
          <w:cs/>
        </w:rPr>
        <w:t>อักษรย่อวุฒิการศึกษาสูงสุด</w:t>
      </w:r>
      <w:r w:rsidR="004439F7" w:rsidRPr="000733CC">
        <w:rPr>
          <w:rFonts w:ascii="TH Sarabun New" w:hAnsi="TH Sarabun New" w:cs="TH Sarabun New"/>
          <w:color w:val="FF0000"/>
          <w:cs/>
        </w:rPr>
        <w:t xml:space="preserve"> </w:t>
      </w:r>
    </w:p>
    <w:p w14:paraId="35DBF320" w14:textId="77777777" w:rsidR="00CC4B0A" w:rsidRPr="00F804A7" w:rsidRDefault="0075606A" w:rsidP="00637A7C">
      <w:pPr>
        <w:tabs>
          <w:tab w:val="left" w:pos="3240"/>
        </w:tabs>
        <w:spacing w:line="240" w:lineRule="auto"/>
        <w:ind w:left="2707" w:hanging="2707"/>
        <w:rPr>
          <w:rFonts w:ascii="TH Sarabun New" w:hAnsi="TH Sarabun New" w:cs="TH Sarabun New"/>
          <w:color w:val="FF0000"/>
        </w:rPr>
      </w:pPr>
      <w:r w:rsidRPr="000733CC">
        <w:rPr>
          <w:rFonts w:ascii="TH Sarabun New" w:hAnsi="TH Sarabun New" w:cs="TH Sarabun New"/>
          <w:b/>
          <w:bCs/>
        </w:rPr>
        <w:t>Co</w:t>
      </w:r>
      <w:r w:rsidRPr="000733CC">
        <w:rPr>
          <w:rFonts w:ascii="TH Sarabun New" w:hAnsi="TH Sarabun New" w:cs="TH Sarabun New"/>
          <w:b/>
          <w:bCs/>
          <w:cs/>
        </w:rPr>
        <w:t>-</w:t>
      </w:r>
      <w:r w:rsidRPr="000733CC">
        <w:rPr>
          <w:rFonts w:ascii="TH Sarabun New" w:hAnsi="TH Sarabun New" w:cs="TH Sarabun New"/>
          <w:b/>
          <w:bCs/>
        </w:rPr>
        <w:t>Advisor</w:t>
      </w:r>
      <w:r w:rsidRPr="000733CC">
        <w:rPr>
          <w:rFonts w:ascii="TH Sarabun New" w:hAnsi="TH Sarabun New" w:cs="TH Sarabun New"/>
          <w:cs/>
        </w:rPr>
        <w:t xml:space="preserve"> (</w:t>
      </w:r>
      <w:r w:rsidRPr="000733CC">
        <w:rPr>
          <w:rFonts w:ascii="TH Sarabun New" w:hAnsi="TH Sarabun New" w:cs="TH Sarabun New"/>
          <w:i/>
          <w:iCs/>
        </w:rPr>
        <w:t>if any</w:t>
      </w:r>
      <w:r w:rsidRPr="000733CC">
        <w:rPr>
          <w:rFonts w:ascii="TH Sarabun New" w:hAnsi="TH Sarabun New" w:cs="TH Sarabun New"/>
          <w:cs/>
        </w:rPr>
        <w:t>)</w:t>
      </w:r>
      <w:r w:rsidR="00CC4B0A" w:rsidRPr="000733CC">
        <w:rPr>
          <w:rFonts w:ascii="TH Sarabun New" w:hAnsi="TH Sarabun New" w:cs="TH Sarabun New"/>
        </w:rPr>
        <w:tab/>
      </w:r>
      <w:r w:rsidR="000733CC" w:rsidRPr="00F804A7">
        <w:rPr>
          <w:rFonts w:ascii="TH Sarabun New" w:hAnsi="TH Sarabun New" w:cs="TH Sarabun New"/>
          <w:color w:val="FF0000"/>
          <w:spacing w:val="-6"/>
        </w:rPr>
        <w:t>Academic Position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>Name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 xml:space="preserve">Lastname, 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>อักษรย่อวุฒิการศึกษาสูงสุด</w:t>
      </w:r>
    </w:p>
    <w:p w14:paraId="520ADC47" w14:textId="77777777" w:rsidR="00CC4B0A" w:rsidRPr="000733CC" w:rsidRDefault="00CC4B0A" w:rsidP="000733CC">
      <w:pPr>
        <w:tabs>
          <w:tab w:val="left" w:pos="3240"/>
        </w:tabs>
        <w:spacing w:line="240" w:lineRule="auto"/>
        <w:ind w:left="2700" w:hanging="2700"/>
        <w:rPr>
          <w:rFonts w:ascii="TH Sarabun New" w:hAnsi="TH Sarabun New" w:cs="TH Sarabun New"/>
        </w:rPr>
      </w:pPr>
      <w:r w:rsidRPr="00F804A7">
        <w:rPr>
          <w:rFonts w:ascii="TH Sarabun New" w:hAnsi="TH Sarabun New" w:cs="TH Sarabun New"/>
          <w:color w:val="FF0000"/>
        </w:rPr>
        <w:tab/>
      </w:r>
      <w:r w:rsidR="000733CC" w:rsidRPr="00F804A7">
        <w:rPr>
          <w:rFonts w:ascii="TH Sarabun New" w:hAnsi="TH Sarabun New" w:cs="TH Sarabun New"/>
          <w:color w:val="FF0000"/>
          <w:spacing w:val="-6"/>
        </w:rPr>
        <w:t>Academic Position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>Name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 xml:space="preserve"> </w:t>
      </w:r>
      <w:r w:rsidR="000733CC" w:rsidRPr="00F804A7">
        <w:rPr>
          <w:rFonts w:ascii="TH Sarabun New" w:hAnsi="TH Sarabun New" w:cs="TH Sarabun New"/>
          <w:color w:val="FF0000"/>
          <w:spacing w:val="-6"/>
        </w:rPr>
        <w:t xml:space="preserve">Lastname, </w:t>
      </w:r>
      <w:r w:rsidR="000733CC" w:rsidRPr="00F804A7">
        <w:rPr>
          <w:rFonts w:ascii="TH Sarabun New" w:hAnsi="TH Sarabun New" w:cs="TH Sarabun New"/>
          <w:color w:val="FF0000"/>
          <w:spacing w:val="-6"/>
          <w:cs/>
        </w:rPr>
        <w:t>อักษรย่อวุฒิ</w:t>
      </w:r>
      <w:r w:rsidR="000733CC" w:rsidRPr="000733CC">
        <w:rPr>
          <w:rFonts w:ascii="TH Sarabun New" w:hAnsi="TH Sarabun New" w:cs="TH Sarabun New"/>
          <w:color w:val="FF0000"/>
          <w:spacing w:val="-6"/>
          <w:cs/>
        </w:rPr>
        <w:t>การศึกษาสูงสุด</w:t>
      </w:r>
    </w:p>
    <w:p w14:paraId="05B17ED7" w14:textId="77777777" w:rsidR="00CC4B0A" w:rsidRPr="00637A7C" w:rsidRDefault="00CC4B0A" w:rsidP="00651A0F">
      <w:pPr>
        <w:spacing w:before="480" w:after="480" w:line="240" w:lineRule="auto"/>
        <w:ind w:left="0"/>
        <w:jc w:val="center"/>
        <w:rPr>
          <w:rFonts w:ascii="TH Sarabun New" w:hAnsi="TH Sarabun New" w:cs="TH Sarabun New"/>
        </w:rPr>
      </w:pPr>
      <w:r w:rsidRPr="00637A7C">
        <w:rPr>
          <w:rFonts w:ascii="TH Sarabun New" w:hAnsi="TH Sarabun New" w:cs="TH Sarabun New"/>
          <w:b/>
          <w:bCs/>
        </w:rPr>
        <w:t>AB</w:t>
      </w:r>
      <w:r w:rsidR="00F331DB" w:rsidRPr="00637A7C">
        <w:rPr>
          <w:rFonts w:ascii="TH Sarabun New" w:hAnsi="TH Sarabun New" w:cs="TH Sarabun New"/>
          <w:b/>
          <w:bCs/>
        </w:rPr>
        <w:t>S</w:t>
      </w:r>
      <w:r w:rsidRPr="00637A7C">
        <w:rPr>
          <w:rFonts w:ascii="TH Sarabun New" w:hAnsi="TH Sarabun New" w:cs="TH Sarabun New"/>
          <w:b/>
          <w:bCs/>
        </w:rPr>
        <w:t>TRACT</w:t>
      </w:r>
    </w:p>
    <w:p w14:paraId="055BB8EE" w14:textId="77777777" w:rsidR="00CC4B0A" w:rsidRPr="000733CC" w:rsidRDefault="00CC4B0A" w:rsidP="00CC4B0A">
      <w:pPr>
        <w:tabs>
          <w:tab w:val="left" w:pos="720"/>
          <w:tab w:val="left" w:pos="8306"/>
        </w:tabs>
        <w:spacing w:line="240" w:lineRule="auto"/>
        <w:ind w:left="0"/>
        <w:jc w:val="thaiDistribute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  <w:cs/>
        </w:rPr>
        <w:t xml:space="preserve"> </w:t>
      </w:r>
      <w:r w:rsidR="00D876EB" w:rsidRPr="000733CC">
        <w:rPr>
          <w:rFonts w:ascii="TH Sarabun New" w:hAnsi="TH Sarabun New" w:cs="TH Sarabun New"/>
        </w:rPr>
        <w:tab/>
      </w:r>
      <w:r w:rsidRPr="000733CC">
        <w:rPr>
          <w:rFonts w:ascii="TH Sarabun New" w:hAnsi="TH Sarabun New" w:cs="TH Sarabun New"/>
        </w:rPr>
        <w:t>Text</w:t>
      </w:r>
    </w:p>
    <w:p w14:paraId="5B0D8525" w14:textId="77777777" w:rsidR="00CC4B0A" w:rsidRPr="000733CC" w:rsidRDefault="00D876EB" w:rsidP="00637A7C">
      <w:pPr>
        <w:tabs>
          <w:tab w:val="left" w:pos="720"/>
          <w:tab w:val="left" w:pos="8306"/>
        </w:tabs>
        <w:spacing w:line="240" w:lineRule="auto"/>
        <w:ind w:left="0"/>
        <w:jc w:val="thaiDistribute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</w:rPr>
        <w:tab/>
      </w:r>
      <w:r w:rsidR="00CC4B0A" w:rsidRPr="000733CC">
        <w:rPr>
          <w:rFonts w:ascii="TH Sarabun New" w:hAnsi="TH Sarabun New" w:cs="TH Sarabun New"/>
        </w:rPr>
        <w:t>Text</w:t>
      </w:r>
    </w:p>
    <w:p w14:paraId="4E6AFEEF" w14:textId="77777777" w:rsidR="00CC4B0A" w:rsidRPr="000733CC" w:rsidRDefault="00D876EB" w:rsidP="00637A7C">
      <w:pPr>
        <w:tabs>
          <w:tab w:val="left" w:pos="720"/>
          <w:tab w:val="left" w:pos="8306"/>
        </w:tabs>
        <w:spacing w:line="240" w:lineRule="auto"/>
        <w:ind w:left="0"/>
        <w:jc w:val="thaiDistribute"/>
        <w:rPr>
          <w:rFonts w:ascii="TH Sarabun New" w:hAnsi="TH Sarabun New" w:cs="TH Sarabun New"/>
        </w:rPr>
      </w:pPr>
      <w:r w:rsidRPr="000733CC">
        <w:rPr>
          <w:rFonts w:ascii="TH Sarabun New" w:hAnsi="TH Sarabun New" w:cs="TH Sarabun New"/>
        </w:rPr>
        <w:tab/>
      </w:r>
      <w:r w:rsidR="00CC4B0A" w:rsidRPr="000733CC">
        <w:rPr>
          <w:rFonts w:ascii="TH Sarabun New" w:hAnsi="TH Sarabun New" w:cs="TH Sarabun New"/>
        </w:rPr>
        <w:t>Text</w:t>
      </w:r>
    </w:p>
    <w:p w14:paraId="759FC918" w14:textId="77777777" w:rsidR="00CC4B0A" w:rsidRPr="000733CC" w:rsidRDefault="00CC4B0A" w:rsidP="00CC4B0A">
      <w:pPr>
        <w:tabs>
          <w:tab w:val="left" w:pos="3240"/>
        </w:tabs>
        <w:spacing w:before="480" w:line="24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  <w:r w:rsidRPr="000733CC">
        <w:rPr>
          <w:rFonts w:ascii="TH Sarabun New" w:hAnsi="TH Sarabun New" w:cs="TH Sarabun New"/>
          <w:b/>
          <w:bCs/>
        </w:rPr>
        <w:t>Keywords</w:t>
      </w:r>
      <w:r w:rsidRPr="000733CC">
        <w:rPr>
          <w:rFonts w:ascii="TH Sarabun New" w:hAnsi="TH Sarabun New" w:cs="TH Sarabun New"/>
          <w:b/>
          <w:bCs/>
          <w:cs/>
        </w:rPr>
        <w:t>:</w:t>
      </w:r>
      <w:r w:rsidRPr="000733CC">
        <w:rPr>
          <w:rFonts w:ascii="TH Sarabun New" w:hAnsi="TH Sarabun New" w:cs="TH Sarabun New"/>
          <w:b/>
          <w:bCs/>
          <w:color w:val="FF0000"/>
          <w:cs/>
        </w:rPr>
        <w:t xml:space="preserve"> </w:t>
      </w:r>
      <w:r w:rsidRPr="000733CC">
        <w:rPr>
          <w:rFonts w:ascii="TH Sarabun New" w:hAnsi="TH Sarabun New" w:cs="TH Sarabun New"/>
        </w:rPr>
        <w:t>Keyword</w:t>
      </w:r>
      <w:r w:rsidR="00225198" w:rsidRPr="000733CC">
        <w:rPr>
          <w:rFonts w:ascii="TH Sarabun New" w:hAnsi="TH Sarabun New" w:cs="TH Sarabun New"/>
        </w:rPr>
        <w:t>, Keyword, Keyword</w:t>
      </w:r>
    </w:p>
    <w:sectPr w:rsidR="00CC4B0A" w:rsidRPr="000733CC" w:rsidSect="00637A7C">
      <w:footerReference w:type="default" r:id="rId8"/>
      <w:pgSz w:w="11906" w:h="16838" w:code="9"/>
      <w:pgMar w:top="2160" w:right="1440" w:bottom="1440" w:left="2160" w:header="0" w:footer="1440" w:gutter="0"/>
      <w:pgNumType w:start="5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95A86" w14:textId="77777777" w:rsidR="007E742E" w:rsidRDefault="007E742E" w:rsidP="009E6429">
      <w:pPr>
        <w:spacing w:line="240" w:lineRule="auto"/>
      </w:pPr>
      <w:r>
        <w:separator/>
      </w:r>
    </w:p>
  </w:endnote>
  <w:endnote w:type="continuationSeparator" w:id="0">
    <w:p w14:paraId="2FFBCE67" w14:textId="77777777" w:rsidR="007E742E" w:rsidRDefault="007E742E" w:rsidP="009E6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2FEF" w14:textId="147A2AE8" w:rsidR="009E6429" w:rsidRPr="000733CC" w:rsidRDefault="009E6429" w:rsidP="00637A7C">
    <w:pPr>
      <w:pStyle w:val="Footer"/>
      <w:tabs>
        <w:tab w:val="clear" w:pos="4513"/>
        <w:tab w:val="clear" w:pos="9026"/>
      </w:tabs>
      <w:ind w:left="0"/>
      <w:rPr>
        <w:rFonts w:ascii="TH Sarabun New" w:hAnsi="TH Sarabun New" w:cs="TH Sarabun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09AC9" w14:textId="77777777" w:rsidR="007E742E" w:rsidRDefault="007E742E" w:rsidP="009E6429">
      <w:pPr>
        <w:spacing w:line="240" w:lineRule="auto"/>
      </w:pPr>
      <w:r>
        <w:separator/>
      </w:r>
    </w:p>
  </w:footnote>
  <w:footnote w:type="continuationSeparator" w:id="0">
    <w:p w14:paraId="52D008DC" w14:textId="77777777" w:rsidR="007E742E" w:rsidRDefault="007E742E" w:rsidP="009E64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562912298">
    <w:abstractNumId w:val="0"/>
  </w:num>
  <w:num w:numId="2" w16cid:durableId="98377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6D"/>
    <w:rsid w:val="0000275F"/>
    <w:rsid w:val="0000348C"/>
    <w:rsid w:val="000059FB"/>
    <w:rsid w:val="00005E78"/>
    <w:rsid w:val="00035705"/>
    <w:rsid w:val="000733CC"/>
    <w:rsid w:val="000756CB"/>
    <w:rsid w:val="0009523A"/>
    <w:rsid w:val="000B1D23"/>
    <w:rsid w:val="000C051D"/>
    <w:rsid w:val="000C6CC4"/>
    <w:rsid w:val="000E27FA"/>
    <w:rsid w:val="000F12CE"/>
    <w:rsid w:val="000F3564"/>
    <w:rsid w:val="000F7B8A"/>
    <w:rsid w:val="001022E3"/>
    <w:rsid w:val="001111C9"/>
    <w:rsid w:val="00113AC8"/>
    <w:rsid w:val="00115ABA"/>
    <w:rsid w:val="0011760B"/>
    <w:rsid w:val="00130C5D"/>
    <w:rsid w:val="0014507E"/>
    <w:rsid w:val="00162E26"/>
    <w:rsid w:val="0017174F"/>
    <w:rsid w:val="001727B2"/>
    <w:rsid w:val="0017544A"/>
    <w:rsid w:val="00186133"/>
    <w:rsid w:val="001A10B0"/>
    <w:rsid w:val="001A1D9B"/>
    <w:rsid w:val="001A1E72"/>
    <w:rsid w:val="001A6327"/>
    <w:rsid w:val="001A6FD3"/>
    <w:rsid w:val="001B0BA6"/>
    <w:rsid w:val="001B42F4"/>
    <w:rsid w:val="001D141E"/>
    <w:rsid w:val="001D2CEC"/>
    <w:rsid w:val="001D4C9D"/>
    <w:rsid w:val="001F100A"/>
    <w:rsid w:val="001F1A4D"/>
    <w:rsid w:val="0020079C"/>
    <w:rsid w:val="0020083E"/>
    <w:rsid w:val="002103B4"/>
    <w:rsid w:val="002151F7"/>
    <w:rsid w:val="00220BCF"/>
    <w:rsid w:val="00225198"/>
    <w:rsid w:val="0025241D"/>
    <w:rsid w:val="00256EFA"/>
    <w:rsid w:val="00266351"/>
    <w:rsid w:val="002665B3"/>
    <w:rsid w:val="00266F2B"/>
    <w:rsid w:val="002B41D5"/>
    <w:rsid w:val="002B43DF"/>
    <w:rsid w:val="002C4537"/>
    <w:rsid w:val="002E30B4"/>
    <w:rsid w:val="002E34F6"/>
    <w:rsid w:val="002E3778"/>
    <w:rsid w:val="002E5844"/>
    <w:rsid w:val="002F281A"/>
    <w:rsid w:val="00307783"/>
    <w:rsid w:val="0032648E"/>
    <w:rsid w:val="00331963"/>
    <w:rsid w:val="0034118B"/>
    <w:rsid w:val="00345A12"/>
    <w:rsid w:val="003506A4"/>
    <w:rsid w:val="0035183E"/>
    <w:rsid w:val="00354773"/>
    <w:rsid w:val="00370387"/>
    <w:rsid w:val="003843F0"/>
    <w:rsid w:val="00387967"/>
    <w:rsid w:val="003908BB"/>
    <w:rsid w:val="00397242"/>
    <w:rsid w:val="003A1272"/>
    <w:rsid w:val="003A268F"/>
    <w:rsid w:val="003A500F"/>
    <w:rsid w:val="003B0068"/>
    <w:rsid w:val="003B6D71"/>
    <w:rsid w:val="003C1E14"/>
    <w:rsid w:val="003D136B"/>
    <w:rsid w:val="003D1E2F"/>
    <w:rsid w:val="003D7302"/>
    <w:rsid w:val="003E5B74"/>
    <w:rsid w:val="0044003B"/>
    <w:rsid w:val="004404E2"/>
    <w:rsid w:val="00441D89"/>
    <w:rsid w:val="004439F7"/>
    <w:rsid w:val="00456AAC"/>
    <w:rsid w:val="004736F1"/>
    <w:rsid w:val="00476CCE"/>
    <w:rsid w:val="004908BD"/>
    <w:rsid w:val="004B5512"/>
    <w:rsid w:val="004C60C7"/>
    <w:rsid w:val="00512F8C"/>
    <w:rsid w:val="0052797B"/>
    <w:rsid w:val="0053259C"/>
    <w:rsid w:val="00550FEC"/>
    <w:rsid w:val="005512DE"/>
    <w:rsid w:val="00582076"/>
    <w:rsid w:val="005B392D"/>
    <w:rsid w:val="005C392D"/>
    <w:rsid w:val="005C78B3"/>
    <w:rsid w:val="005E768E"/>
    <w:rsid w:val="005E7D5B"/>
    <w:rsid w:val="005F7C3F"/>
    <w:rsid w:val="00606D64"/>
    <w:rsid w:val="00610846"/>
    <w:rsid w:val="00613CBE"/>
    <w:rsid w:val="00617DA8"/>
    <w:rsid w:val="00624931"/>
    <w:rsid w:val="00637A7C"/>
    <w:rsid w:val="006471C4"/>
    <w:rsid w:val="006479D4"/>
    <w:rsid w:val="00651A0F"/>
    <w:rsid w:val="0065739B"/>
    <w:rsid w:val="006A251B"/>
    <w:rsid w:val="006A6A15"/>
    <w:rsid w:val="006A7894"/>
    <w:rsid w:val="006B54CA"/>
    <w:rsid w:val="006C53A7"/>
    <w:rsid w:val="00722BF4"/>
    <w:rsid w:val="00741FAC"/>
    <w:rsid w:val="007530C7"/>
    <w:rsid w:val="0075606A"/>
    <w:rsid w:val="007854D0"/>
    <w:rsid w:val="00797376"/>
    <w:rsid w:val="007C4101"/>
    <w:rsid w:val="007D259C"/>
    <w:rsid w:val="007D3992"/>
    <w:rsid w:val="007E0101"/>
    <w:rsid w:val="007E742E"/>
    <w:rsid w:val="007F0F0C"/>
    <w:rsid w:val="007F2905"/>
    <w:rsid w:val="00805476"/>
    <w:rsid w:val="0081272C"/>
    <w:rsid w:val="0083356D"/>
    <w:rsid w:val="00871C6C"/>
    <w:rsid w:val="00877899"/>
    <w:rsid w:val="00880B28"/>
    <w:rsid w:val="008C304C"/>
    <w:rsid w:val="008C7310"/>
    <w:rsid w:val="008E0CBF"/>
    <w:rsid w:val="008F0DC1"/>
    <w:rsid w:val="00902F06"/>
    <w:rsid w:val="00906F14"/>
    <w:rsid w:val="00907148"/>
    <w:rsid w:val="00912A10"/>
    <w:rsid w:val="00932A07"/>
    <w:rsid w:val="00943C04"/>
    <w:rsid w:val="00946427"/>
    <w:rsid w:val="00960710"/>
    <w:rsid w:val="009637F9"/>
    <w:rsid w:val="009769EE"/>
    <w:rsid w:val="009805F4"/>
    <w:rsid w:val="009A565A"/>
    <w:rsid w:val="009A5BA8"/>
    <w:rsid w:val="009B1A43"/>
    <w:rsid w:val="009D6EC4"/>
    <w:rsid w:val="009E6429"/>
    <w:rsid w:val="00A002E7"/>
    <w:rsid w:val="00A26D6F"/>
    <w:rsid w:val="00A43715"/>
    <w:rsid w:val="00A5422B"/>
    <w:rsid w:val="00A77042"/>
    <w:rsid w:val="00A93E1D"/>
    <w:rsid w:val="00AB0223"/>
    <w:rsid w:val="00AB0BB3"/>
    <w:rsid w:val="00AC1C6C"/>
    <w:rsid w:val="00AE0799"/>
    <w:rsid w:val="00AF046F"/>
    <w:rsid w:val="00B01CB8"/>
    <w:rsid w:val="00B124E1"/>
    <w:rsid w:val="00B17900"/>
    <w:rsid w:val="00B241C5"/>
    <w:rsid w:val="00B41F55"/>
    <w:rsid w:val="00B73C78"/>
    <w:rsid w:val="00B77AF5"/>
    <w:rsid w:val="00B81D97"/>
    <w:rsid w:val="00B9256F"/>
    <w:rsid w:val="00B95963"/>
    <w:rsid w:val="00BA2397"/>
    <w:rsid w:val="00BB34D3"/>
    <w:rsid w:val="00BC1265"/>
    <w:rsid w:val="00BC1E67"/>
    <w:rsid w:val="00BC417A"/>
    <w:rsid w:val="00BE3674"/>
    <w:rsid w:val="00BE574C"/>
    <w:rsid w:val="00BE7728"/>
    <w:rsid w:val="00C00EAF"/>
    <w:rsid w:val="00C01BFC"/>
    <w:rsid w:val="00C07106"/>
    <w:rsid w:val="00C15D51"/>
    <w:rsid w:val="00C2086E"/>
    <w:rsid w:val="00C31A02"/>
    <w:rsid w:val="00C32CB4"/>
    <w:rsid w:val="00C33FC4"/>
    <w:rsid w:val="00C36173"/>
    <w:rsid w:val="00C54FDC"/>
    <w:rsid w:val="00C57E80"/>
    <w:rsid w:val="00C62EB0"/>
    <w:rsid w:val="00C71EAB"/>
    <w:rsid w:val="00C94B84"/>
    <w:rsid w:val="00C96397"/>
    <w:rsid w:val="00CB3A86"/>
    <w:rsid w:val="00CB5BFE"/>
    <w:rsid w:val="00CC48D3"/>
    <w:rsid w:val="00CC4B0A"/>
    <w:rsid w:val="00CC74B5"/>
    <w:rsid w:val="00CD54F5"/>
    <w:rsid w:val="00CD716F"/>
    <w:rsid w:val="00CD717D"/>
    <w:rsid w:val="00CF088B"/>
    <w:rsid w:val="00CF40E4"/>
    <w:rsid w:val="00D027F2"/>
    <w:rsid w:val="00D15B31"/>
    <w:rsid w:val="00D30C99"/>
    <w:rsid w:val="00D46379"/>
    <w:rsid w:val="00D47876"/>
    <w:rsid w:val="00D526D2"/>
    <w:rsid w:val="00D5684F"/>
    <w:rsid w:val="00D74CFB"/>
    <w:rsid w:val="00D876EB"/>
    <w:rsid w:val="00D900F1"/>
    <w:rsid w:val="00DC6C0A"/>
    <w:rsid w:val="00DC7094"/>
    <w:rsid w:val="00E55A19"/>
    <w:rsid w:val="00E61138"/>
    <w:rsid w:val="00E76566"/>
    <w:rsid w:val="00E90F47"/>
    <w:rsid w:val="00EA794B"/>
    <w:rsid w:val="00EB0539"/>
    <w:rsid w:val="00EC687B"/>
    <w:rsid w:val="00EC6DD9"/>
    <w:rsid w:val="00F006A8"/>
    <w:rsid w:val="00F05469"/>
    <w:rsid w:val="00F331DB"/>
    <w:rsid w:val="00F362B0"/>
    <w:rsid w:val="00F3636F"/>
    <w:rsid w:val="00F432F9"/>
    <w:rsid w:val="00F450BD"/>
    <w:rsid w:val="00F5235C"/>
    <w:rsid w:val="00F61F66"/>
    <w:rsid w:val="00F774B2"/>
    <w:rsid w:val="00F804A7"/>
    <w:rsid w:val="00F836ED"/>
    <w:rsid w:val="00F854D2"/>
    <w:rsid w:val="00F96D89"/>
    <w:rsid w:val="00FB7BF9"/>
    <w:rsid w:val="00FC0115"/>
    <w:rsid w:val="00FC37D5"/>
    <w:rsid w:val="00FD438C"/>
    <w:rsid w:val="00FF3B8D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9B26E"/>
  <w15:docId w15:val="{C8C0078F-4BBB-4941-A017-543A6082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BE7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728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E7728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9E6429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9E6429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9E6429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9E6429"/>
    <w:rPr>
      <w:rFonts w:ascii="Angsana New" w:hAnsi="Angsana New" w:cs="Angsana New"/>
      <w:sz w:val="32"/>
      <w:szCs w:val="40"/>
    </w:rPr>
  </w:style>
  <w:style w:type="character" w:customStyle="1" w:styleId="Style1">
    <w:name w:val="Style1"/>
    <w:uiPriority w:val="1"/>
    <w:rsid w:val="00C62EB0"/>
    <w:rPr>
      <w:rFonts w:cs="Angsana New"/>
      <w:szCs w:val="32"/>
    </w:rPr>
  </w:style>
  <w:style w:type="character" w:customStyle="1" w:styleId="Style2">
    <w:name w:val="Style2"/>
    <w:uiPriority w:val="1"/>
    <w:rsid w:val="00C62EB0"/>
    <w:rPr>
      <w:rFonts w:cs="Angsana New"/>
      <w:bCs/>
      <w:szCs w:val="32"/>
    </w:rPr>
  </w:style>
  <w:style w:type="character" w:customStyle="1" w:styleId="Style3">
    <w:name w:val="Style3"/>
    <w:uiPriority w:val="1"/>
    <w:rsid w:val="00C62EB0"/>
    <w:rPr>
      <w:rFonts w:cs="Angsana New"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Abs-Thes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B4209-CEBF-406F-8ECC-4C273BCDD6EB}"/>
      </w:docPartPr>
      <w:docPartBody>
        <w:p w:rsidR="008602FD" w:rsidRDefault="005232DB">
          <w:r w:rsidRPr="00671A1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2DB"/>
    <w:rsid w:val="00053CBF"/>
    <w:rsid w:val="00130C5D"/>
    <w:rsid w:val="005232DB"/>
    <w:rsid w:val="00711343"/>
    <w:rsid w:val="008602FD"/>
    <w:rsid w:val="008E29BC"/>
    <w:rsid w:val="00A77042"/>
    <w:rsid w:val="00C26840"/>
    <w:rsid w:val="00C5547C"/>
    <w:rsid w:val="00D1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5232D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07B5-4938-4214-85EA-2D693263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Abs-Thesis</Template>
  <TotalTime>8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7</cp:revision>
  <cp:lastPrinted>2011-07-27T02:52:00Z</cp:lastPrinted>
  <dcterms:created xsi:type="dcterms:W3CDTF">2022-11-25T08:21:00Z</dcterms:created>
  <dcterms:modified xsi:type="dcterms:W3CDTF">2025-12-29T07:12:00Z</dcterms:modified>
</cp:coreProperties>
</file>